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369" w:rsidRPr="00265369" w:rsidRDefault="00265369" w:rsidP="00265369">
      <w:pPr>
        <w:ind w:firstLine="0"/>
        <w:jc w:val="center"/>
        <w:rPr>
          <w:b/>
          <w:szCs w:val="28"/>
        </w:rPr>
      </w:pPr>
      <w:r w:rsidRPr="00265369">
        <w:rPr>
          <w:szCs w:val="28"/>
        </w:rPr>
        <w:t>А</w:t>
      </w:r>
      <w:r w:rsidRPr="00265369">
        <w:rPr>
          <w:b/>
          <w:szCs w:val="28"/>
        </w:rPr>
        <w:t>ДМИНИСТРАЦИЯ  ТАЛЬМЕНСКОГО  СЕЛЬСОВЕТА  ИСКИТИМСКОГО РАЙОНА  НОВОСИБИРСКОЙ  ОБЛАСТИ</w:t>
      </w:r>
    </w:p>
    <w:p w:rsidR="00265369" w:rsidRPr="00265369" w:rsidRDefault="00265369" w:rsidP="00265369">
      <w:pPr>
        <w:ind w:firstLine="0"/>
        <w:jc w:val="center"/>
        <w:rPr>
          <w:b/>
          <w:szCs w:val="28"/>
        </w:rPr>
      </w:pPr>
    </w:p>
    <w:p w:rsidR="00265369" w:rsidRPr="00265369" w:rsidRDefault="00265369" w:rsidP="00265369">
      <w:pPr>
        <w:ind w:firstLine="0"/>
        <w:jc w:val="left"/>
        <w:rPr>
          <w:b/>
          <w:szCs w:val="28"/>
        </w:rPr>
      </w:pPr>
    </w:p>
    <w:p w:rsidR="00265369" w:rsidRPr="00265369" w:rsidRDefault="00265369" w:rsidP="00265369">
      <w:pPr>
        <w:ind w:firstLine="0"/>
        <w:jc w:val="center"/>
        <w:rPr>
          <w:b/>
          <w:szCs w:val="28"/>
        </w:rPr>
      </w:pPr>
    </w:p>
    <w:p w:rsidR="00265369" w:rsidRPr="00265369" w:rsidRDefault="00265369" w:rsidP="00265369">
      <w:pPr>
        <w:ind w:firstLine="0"/>
        <w:jc w:val="center"/>
        <w:rPr>
          <w:b/>
          <w:sz w:val="36"/>
          <w:szCs w:val="36"/>
        </w:rPr>
      </w:pPr>
      <w:proofErr w:type="gramStart"/>
      <w:r w:rsidRPr="00265369">
        <w:rPr>
          <w:b/>
          <w:sz w:val="36"/>
          <w:szCs w:val="36"/>
        </w:rPr>
        <w:t>П</w:t>
      </w:r>
      <w:proofErr w:type="gramEnd"/>
      <w:r w:rsidRPr="00265369">
        <w:rPr>
          <w:b/>
          <w:sz w:val="36"/>
          <w:szCs w:val="36"/>
        </w:rPr>
        <w:t xml:space="preserve"> О С Т А Н О В Л Е Н И Е</w:t>
      </w:r>
    </w:p>
    <w:p w:rsidR="00265369" w:rsidRPr="00265369" w:rsidRDefault="00265369" w:rsidP="00265369">
      <w:pPr>
        <w:ind w:firstLine="0"/>
        <w:jc w:val="center"/>
        <w:rPr>
          <w:b/>
          <w:szCs w:val="28"/>
        </w:rPr>
      </w:pPr>
    </w:p>
    <w:p w:rsidR="00265369" w:rsidRPr="00265369" w:rsidRDefault="00265369" w:rsidP="00265369">
      <w:pPr>
        <w:ind w:firstLine="0"/>
        <w:jc w:val="center"/>
        <w:rPr>
          <w:b/>
          <w:szCs w:val="28"/>
        </w:rPr>
      </w:pPr>
    </w:p>
    <w:p w:rsidR="00265369" w:rsidRPr="00265369" w:rsidRDefault="00BB67CD" w:rsidP="00265369">
      <w:pPr>
        <w:ind w:firstLine="0"/>
        <w:jc w:val="center"/>
        <w:rPr>
          <w:szCs w:val="28"/>
          <w:u w:val="single"/>
        </w:rPr>
      </w:pPr>
      <w:r>
        <w:rPr>
          <w:szCs w:val="28"/>
          <w:u w:val="single"/>
        </w:rPr>
        <w:t>07.06.2016 г.</w:t>
      </w:r>
      <w:r w:rsidR="00265369" w:rsidRPr="00265369">
        <w:rPr>
          <w:szCs w:val="28"/>
          <w:u w:val="single"/>
        </w:rPr>
        <w:t xml:space="preserve"> № </w:t>
      </w:r>
      <w:r>
        <w:rPr>
          <w:szCs w:val="28"/>
          <w:u w:val="single"/>
        </w:rPr>
        <w:t>93</w:t>
      </w:r>
      <w:r w:rsidR="00265369" w:rsidRPr="00265369">
        <w:rPr>
          <w:szCs w:val="28"/>
          <w:u w:val="single"/>
        </w:rPr>
        <w:t xml:space="preserve">     </w:t>
      </w:r>
    </w:p>
    <w:p w:rsidR="00FE193B" w:rsidRDefault="00265369" w:rsidP="00265369">
      <w:pPr>
        <w:pStyle w:val="3"/>
        <w:ind w:firstLine="0"/>
        <w:rPr>
          <w:sz w:val="28"/>
          <w:szCs w:val="28"/>
        </w:rPr>
      </w:pPr>
      <w:proofErr w:type="spellStart"/>
      <w:r w:rsidRPr="00265369">
        <w:rPr>
          <w:sz w:val="28"/>
          <w:szCs w:val="28"/>
        </w:rPr>
        <w:t>с</w:t>
      </w:r>
      <w:proofErr w:type="gramStart"/>
      <w:r w:rsidRPr="00265369">
        <w:rPr>
          <w:sz w:val="28"/>
          <w:szCs w:val="28"/>
        </w:rPr>
        <w:t>.Т</w:t>
      </w:r>
      <w:proofErr w:type="gramEnd"/>
      <w:r w:rsidRPr="00265369">
        <w:rPr>
          <w:sz w:val="28"/>
          <w:szCs w:val="28"/>
        </w:rPr>
        <w:t>альменка</w:t>
      </w:r>
      <w:proofErr w:type="spellEnd"/>
    </w:p>
    <w:p w:rsidR="00265369" w:rsidRPr="00265369" w:rsidRDefault="00265369" w:rsidP="00265369"/>
    <w:p w:rsidR="00F52508" w:rsidRDefault="008145E0" w:rsidP="008145E0">
      <w:pPr>
        <w:ind w:firstLine="0"/>
        <w:rPr>
          <w:sz w:val="24"/>
          <w:szCs w:val="24"/>
        </w:rPr>
      </w:pPr>
      <w:r w:rsidRPr="00F52508">
        <w:rPr>
          <w:sz w:val="24"/>
          <w:szCs w:val="24"/>
        </w:rPr>
        <w:t xml:space="preserve">Об утверждении Порядка представления </w:t>
      </w:r>
    </w:p>
    <w:p w:rsidR="008145E0" w:rsidRPr="00F52508" w:rsidRDefault="008145E0" w:rsidP="008145E0">
      <w:pPr>
        <w:ind w:firstLine="0"/>
        <w:rPr>
          <w:sz w:val="24"/>
          <w:szCs w:val="24"/>
        </w:rPr>
      </w:pPr>
      <w:r w:rsidRPr="00F52508">
        <w:rPr>
          <w:sz w:val="24"/>
          <w:szCs w:val="24"/>
        </w:rPr>
        <w:t>лиц</w:t>
      </w:r>
      <w:r w:rsidR="00897ECB" w:rsidRPr="00F52508">
        <w:rPr>
          <w:sz w:val="24"/>
          <w:szCs w:val="24"/>
        </w:rPr>
        <w:t>ами</w:t>
      </w:r>
      <w:r w:rsidRPr="00F52508">
        <w:rPr>
          <w:sz w:val="24"/>
          <w:szCs w:val="24"/>
        </w:rPr>
        <w:t xml:space="preserve">, </w:t>
      </w:r>
      <w:r w:rsidR="00897ECB" w:rsidRPr="00F52508">
        <w:rPr>
          <w:sz w:val="24"/>
          <w:szCs w:val="24"/>
        </w:rPr>
        <w:t>замещающи</w:t>
      </w:r>
      <w:r w:rsidR="00897ECB" w:rsidRPr="001950AC">
        <w:rPr>
          <w:sz w:val="24"/>
          <w:szCs w:val="24"/>
        </w:rPr>
        <w:t>е муниципальн</w:t>
      </w:r>
      <w:r w:rsidR="00897ECB" w:rsidRPr="00F52508">
        <w:rPr>
          <w:sz w:val="24"/>
          <w:szCs w:val="24"/>
        </w:rPr>
        <w:t>ые</w:t>
      </w:r>
      <w:r w:rsidR="00897ECB" w:rsidRPr="001950AC">
        <w:rPr>
          <w:sz w:val="24"/>
          <w:szCs w:val="24"/>
        </w:rPr>
        <w:t xml:space="preserve"> должност</w:t>
      </w:r>
      <w:r w:rsidR="00897ECB" w:rsidRPr="00F52508">
        <w:rPr>
          <w:sz w:val="24"/>
          <w:szCs w:val="24"/>
        </w:rPr>
        <w:t>и</w:t>
      </w:r>
    </w:p>
    <w:p w:rsidR="00F52508" w:rsidRDefault="00897ECB" w:rsidP="008145E0">
      <w:pPr>
        <w:ind w:firstLine="0"/>
        <w:rPr>
          <w:sz w:val="24"/>
          <w:szCs w:val="24"/>
        </w:rPr>
      </w:pPr>
      <w:r w:rsidRPr="00F52508">
        <w:rPr>
          <w:sz w:val="24"/>
          <w:szCs w:val="24"/>
        </w:rPr>
        <w:t xml:space="preserve">в администрации </w:t>
      </w:r>
      <w:proofErr w:type="spellStart"/>
      <w:r w:rsidR="00265369">
        <w:rPr>
          <w:sz w:val="24"/>
          <w:szCs w:val="24"/>
        </w:rPr>
        <w:t>Тальменского</w:t>
      </w:r>
      <w:proofErr w:type="spellEnd"/>
      <w:r w:rsidRPr="00F52508">
        <w:rPr>
          <w:sz w:val="24"/>
          <w:szCs w:val="24"/>
        </w:rPr>
        <w:t xml:space="preserve"> сельсове</w:t>
      </w:r>
      <w:bookmarkStart w:id="0" w:name="_GoBack"/>
      <w:bookmarkEnd w:id="0"/>
      <w:r w:rsidRPr="00F52508">
        <w:rPr>
          <w:sz w:val="24"/>
          <w:szCs w:val="24"/>
        </w:rPr>
        <w:t xml:space="preserve">та </w:t>
      </w:r>
      <w:r w:rsidR="008145E0" w:rsidRPr="00F52508">
        <w:rPr>
          <w:sz w:val="24"/>
          <w:szCs w:val="24"/>
        </w:rPr>
        <w:t>сведений</w:t>
      </w:r>
    </w:p>
    <w:p w:rsidR="00F52508" w:rsidRDefault="008145E0" w:rsidP="008145E0">
      <w:pPr>
        <w:ind w:firstLine="0"/>
        <w:rPr>
          <w:sz w:val="24"/>
          <w:szCs w:val="24"/>
        </w:rPr>
      </w:pPr>
      <w:r w:rsidRPr="00F52508">
        <w:rPr>
          <w:sz w:val="24"/>
          <w:szCs w:val="24"/>
        </w:rPr>
        <w:t>о доходах, об имуществе и обязательствах</w:t>
      </w:r>
      <w:r w:rsidR="00897ECB" w:rsidRPr="00F52508">
        <w:rPr>
          <w:sz w:val="24"/>
          <w:szCs w:val="24"/>
        </w:rPr>
        <w:t xml:space="preserve"> </w:t>
      </w:r>
    </w:p>
    <w:p w:rsidR="00265369" w:rsidRDefault="008145E0" w:rsidP="008145E0">
      <w:pPr>
        <w:ind w:firstLine="0"/>
        <w:rPr>
          <w:sz w:val="24"/>
          <w:szCs w:val="24"/>
        </w:rPr>
      </w:pPr>
      <w:r w:rsidRPr="00F52508">
        <w:rPr>
          <w:sz w:val="24"/>
          <w:szCs w:val="24"/>
        </w:rPr>
        <w:t xml:space="preserve">имущественного характера,  а так же о доходах, </w:t>
      </w:r>
    </w:p>
    <w:p w:rsidR="00F52508" w:rsidRDefault="008145E0" w:rsidP="008145E0">
      <w:pPr>
        <w:ind w:firstLine="0"/>
        <w:rPr>
          <w:sz w:val="24"/>
          <w:szCs w:val="24"/>
        </w:rPr>
      </w:pPr>
      <w:r w:rsidRPr="00F52508">
        <w:rPr>
          <w:sz w:val="24"/>
          <w:szCs w:val="24"/>
        </w:rPr>
        <w:t xml:space="preserve">об имуществе и обязательствах </w:t>
      </w:r>
    </w:p>
    <w:p w:rsidR="00F52508" w:rsidRDefault="008145E0" w:rsidP="008145E0">
      <w:pPr>
        <w:ind w:firstLine="0"/>
        <w:rPr>
          <w:sz w:val="24"/>
          <w:szCs w:val="24"/>
        </w:rPr>
      </w:pPr>
      <w:r w:rsidRPr="00F52508">
        <w:rPr>
          <w:sz w:val="24"/>
          <w:szCs w:val="24"/>
        </w:rPr>
        <w:t>имущественного характера  своих супруг</w:t>
      </w:r>
      <w:r w:rsidR="00897ECB" w:rsidRPr="00F52508">
        <w:rPr>
          <w:sz w:val="24"/>
          <w:szCs w:val="24"/>
        </w:rPr>
        <w:t xml:space="preserve"> </w:t>
      </w:r>
    </w:p>
    <w:p w:rsidR="008145E0" w:rsidRPr="00F52508" w:rsidRDefault="008145E0" w:rsidP="008145E0">
      <w:pPr>
        <w:ind w:firstLine="0"/>
        <w:rPr>
          <w:sz w:val="24"/>
          <w:szCs w:val="24"/>
        </w:rPr>
      </w:pPr>
      <w:r w:rsidRPr="00F52508">
        <w:rPr>
          <w:sz w:val="24"/>
          <w:szCs w:val="24"/>
        </w:rPr>
        <w:t>(супруг</w:t>
      </w:r>
      <w:r w:rsidR="005421B6">
        <w:rPr>
          <w:sz w:val="24"/>
          <w:szCs w:val="24"/>
        </w:rPr>
        <w:t>ов</w:t>
      </w:r>
      <w:r w:rsidRPr="00F52508">
        <w:rPr>
          <w:sz w:val="24"/>
          <w:szCs w:val="24"/>
        </w:rPr>
        <w:t xml:space="preserve">) и несовершеннолетних  детей </w:t>
      </w:r>
    </w:p>
    <w:p w:rsidR="00897ECB" w:rsidRPr="008145E0" w:rsidRDefault="00897ECB" w:rsidP="008145E0">
      <w:pPr>
        <w:ind w:firstLine="0"/>
        <w:rPr>
          <w:sz w:val="24"/>
          <w:szCs w:val="24"/>
        </w:rPr>
      </w:pPr>
    </w:p>
    <w:p w:rsidR="00D90743" w:rsidRPr="00265369" w:rsidRDefault="00265369" w:rsidP="00265369">
      <w:pPr>
        <w:ind w:firstLine="0"/>
        <w:rPr>
          <w:szCs w:val="28"/>
        </w:rPr>
      </w:pPr>
      <w:r>
        <w:t xml:space="preserve">         </w:t>
      </w:r>
      <w:r w:rsidR="00D90743" w:rsidRPr="00D90743">
        <w:t xml:space="preserve">В соответствии с Федеральным законом от </w:t>
      </w:r>
      <w:r w:rsidR="00D90743">
        <w:t>29.12.2012</w:t>
      </w:r>
      <w:r w:rsidR="00D90743" w:rsidRPr="00D90743">
        <w:t xml:space="preserve"> № 280-ФЗ «О внесении изменений в отдельные законодательные акты Российской Федерации в части создания прозрачного механизма </w:t>
      </w:r>
      <w:r w:rsidR="00897ECB" w:rsidRPr="00897ECB">
        <w:rPr>
          <w:szCs w:val="28"/>
        </w:rPr>
        <w:t xml:space="preserve">лиц, </w:t>
      </w:r>
      <w:r w:rsidR="00897ECB" w:rsidRPr="001950AC">
        <w:rPr>
          <w:szCs w:val="28"/>
        </w:rPr>
        <w:t>замещающ</w:t>
      </w:r>
      <w:r w:rsidR="00897ECB" w:rsidRPr="00897ECB">
        <w:rPr>
          <w:szCs w:val="28"/>
        </w:rPr>
        <w:t>их</w:t>
      </w:r>
      <w:r w:rsidR="00897ECB" w:rsidRPr="001950AC">
        <w:rPr>
          <w:szCs w:val="28"/>
        </w:rPr>
        <w:t xml:space="preserve"> муниципальн</w:t>
      </w:r>
      <w:r w:rsidR="00897ECB" w:rsidRPr="00897ECB">
        <w:rPr>
          <w:szCs w:val="28"/>
        </w:rPr>
        <w:t>ые</w:t>
      </w:r>
      <w:r w:rsidR="00897ECB" w:rsidRPr="001950AC">
        <w:rPr>
          <w:szCs w:val="28"/>
        </w:rPr>
        <w:t xml:space="preserve"> должност</w:t>
      </w:r>
      <w:r w:rsidR="00897ECB" w:rsidRPr="00897ECB">
        <w:rPr>
          <w:szCs w:val="28"/>
        </w:rPr>
        <w:t>и</w:t>
      </w:r>
      <w:r>
        <w:rPr>
          <w:szCs w:val="28"/>
        </w:rPr>
        <w:t xml:space="preserve"> </w:t>
      </w:r>
      <w:r w:rsidR="00897ECB" w:rsidRPr="00897ECB">
        <w:rPr>
          <w:szCs w:val="28"/>
        </w:rPr>
        <w:t xml:space="preserve">в администрации </w:t>
      </w:r>
      <w:proofErr w:type="spellStart"/>
      <w:r>
        <w:rPr>
          <w:szCs w:val="28"/>
        </w:rPr>
        <w:t>Тальменского</w:t>
      </w:r>
      <w:proofErr w:type="spellEnd"/>
      <w:r w:rsidR="00897ECB" w:rsidRPr="00897ECB">
        <w:rPr>
          <w:szCs w:val="28"/>
        </w:rPr>
        <w:t xml:space="preserve"> сельсовета</w:t>
      </w:r>
      <w:r w:rsidR="00897ECB" w:rsidRPr="00D90743">
        <w:t xml:space="preserve"> </w:t>
      </w:r>
      <w:r w:rsidR="00D90743" w:rsidRPr="00D90743">
        <w:t xml:space="preserve">сведений о доходах, об имуществе и обязательствах имущественного характера»  </w:t>
      </w:r>
    </w:p>
    <w:p w:rsidR="00265369" w:rsidRPr="00D90743" w:rsidRDefault="00265369" w:rsidP="00265369">
      <w:pPr>
        <w:ind w:firstLine="0"/>
        <w:jc w:val="left"/>
      </w:pPr>
    </w:p>
    <w:p w:rsidR="00D90743" w:rsidRPr="00D90743" w:rsidRDefault="00D90743" w:rsidP="00D90743">
      <w:pPr>
        <w:ind w:firstLine="0"/>
      </w:pPr>
      <w:r w:rsidRPr="00D90743">
        <w:t>ПОСТАНОВЛЯЮ:</w:t>
      </w:r>
    </w:p>
    <w:p w:rsidR="008145E0" w:rsidRDefault="008145E0" w:rsidP="00897ECB">
      <w:pPr>
        <w:ind w:firstLine="0"/>
      </w:pPr>
      <w:r>
        <w:t>1. Утвердить прилагаемый П</w:t>
      </w:r>
      <w:r w:rsidR="00D90743" w:rsidRPr="00D90743">
        <w:t>орядок пр</w:t>
      </w:r>
      <w:r>
        <w:t>едставления  лиц</w:t>
      </w:r>
      <w:r w:rsidR="00897ECB">
        <w:t>ами</w:t>
      </w:r>
      <w:r>
        <w:t xml:space="preserve">, </w:t>
      </w:r>
      <w:r w:rsidR="00897ECB" w:rsidRPr="00897ECB">
        <w:rPr>
          <w:szCs w:val="28"/>
        </w:rPr>
        <w:t>замещающи</w:t>
      </w:r>
      <w:r w:rsidR="00897ECB" w:rsidRPr="001950AC">
        <w:rPr>
          <w:szCs w:val="28"/>
        </w:rPr>
        <w:t>е муниципальн</w:t>
      </w:r>
      <w:r w:rsidR="00897ECB" w:rsidRPr="00897ECB">
        <w:rPr>
          <w:szCs w:val="28"/>
        </w:rPr>
        <w:t>ые</w:t>
      </w:r>
      <w:r w:rsidR="00897ECB" w:rsidRPr="001950AC">
        <w:rPr>
          <w:szCs w:val="28"/>
        </w:rPr>
        <w:t xml:space="preserve"> должност</w:t>
      </w:r>
      <w:r w:rsidR="00897ECB" w:rsidRPr="00897ECB">
        <w:rPr>
          <w:szCs w:val="28"/>
        </w:rPr>
        <w:t>и</w:t>
      </w:r>
      <w:r w:rsidR="00897ECB">
        <w:rPr>
          <w:szCs w:val="28"/>
        </w:rPr>
        <w:t xml:space="preserve"> </w:t>
      </w:r>
      <w:r w:rsidR="00897ECB" w:rsidRPr="00897ECB">
        <w:rPr>
          <w:szCs w:val="28"/>
        </w:rPr>
        <w:t xml:space="preserve">в администрации </w:t>
      </w:r>
      <w:proofErr w:type="spellStart"/>
      <w:r w:rsidR="00265369">
        <w:rPr>
          <w:szCs w:val="28"/>
        </w:rPr>
        <w:t>Тальменского</w:t>
      </w:r>
      <w:proofErr w:type="spellEnd"/>
      <w:r w:rsidR="00897ECB" w:rsidRPr="00897ECB">
        <w:rPr>
          <w:szCs w:val="28"/>
        </w:rPr>
        <w:t xml:space="preserve"> сельсовета</w:t>
      </w:r>
      <w:r w:rsidR="00897ECB">
        <w:t xml:space="preserve"> </w:t>
      </w:r>
      <w:r w:rsidR="00D90743" w:rsidRPr="00D90743">
        <w:t>сведений о доходах, об имуществе и обязательствах имущественного характера, а так же о доходах, об имуществе и обязательствах имущественного характера своих супруга (супр</w:t>
      </w:r>
      <w:r>
        <w:t>уги) и несовершеннолетних детей в новой редакции.</w:t>
      </w:r>
    </w:p>
    <w:p w:rsidR="004213B9" w:rsidRPr="00D90743" w:rsidRDefault="00162594" w:rsidP="004213B9">
      <w:pPr>
        <w:contextualSpacing/>
      </w:pPr>
      <w:r>
        <w:t>2</w:t>
      </w:r>
      <w:r w:rsidR="004213B9" w:rsidRPr="00D90743">
        <w:t xml:space="preserve">. </w:t>
      </w:r>
      <w:r>
        <w:t xml:space="preserve">Настоящее постановление опубликовать </w:t>
      </w:r>
      <w:r w:rsidR="004213B9" w:rsidRPr="00D90743">
        <w:t xml:space="preserve">на </w:t>
      </w:r>
      <w:r>
        <w:t xml:space="preserve">официальном </w:t>
      </w:r>
      <w:r w:rsidR="004213B9" w:rsidRPr="00D90743">
        <w:t xml:space="preserve">сайте администрации </w:t>
      </w:r>
      <w:proofErr w:type="spellStart"/>
      <w:r w:rsidR="00265369">
        <w:t>Тальменского</w:t>
      </w:r>
      <w:proofErr w:type="spellEnd"/>
      <w:r w:rsidR="004213B9">
        <w:t xml:space="preserve"> сельсовета</w:t>
      </w:r>
      <w:r w:rsidR="00265369">
        <w:t xml:space="preserve"> и в газете «</w:t>
      </w:r>
      <w:proofErr w:type="spellStart"/>
      <w:r w:rsidR="00265369">
        <w:t>Искитимская</w:t>
      </w:r>
      <w:proofErr w:type="spellEnd"/>
      <w:r w:rsidR="00265369">
        <w:t xml:space="preserve"> газета»</w:t>
      </w:r>
      <w:r w:rsidR="004213B9">
        <w:t>.</w:t>
      </w:r>
    </w:p>
    <w:p w:rsidR="00B67F4B" w:rsidRDefault="004213B9" w:rsidP="00B67F4B">
      <w:r>
        <w:t>4</w:t>
      </w:r>
      <w:r w:rsidR="00D90743" w:rsidRPr="00D90743">
        <w:t xml:space="preserve">. </w:t>
      </w:r>
      <w:proofErr w:type="gramStart"/>
      <w:r w:rsidR="00D90743" w:rsidRPr="00D90743">
        <w:t>Контроль за</w:t>
      </w:r>
      <w:proofErr w:type="gramEnd"/>
      <w:r w:rsidR="00D90743" w:rsidRPr="00D90743">
        <w:t xml:space="preserve"> исполнением постановления </w:t>
      </w:r>
      <w:r w:rsidR="00107C2A">
        <w:t>оставляю за собой.</w:t>
      </w:r>
    </w:p>
    <w:p w:rsidR="00B67F4B" w:rsidRDefault="00B67F4B" w:rsidP="00B67F4B">
      <w:pPr>
        <w:rPr>
          <w:szCs w:val="28"/>
        </w:rPr>
      </w:pPr>
    </w:p>
    <w:p w:rsidR="00D90743" w:rsidRDefault="00B67F4B" w:rsidP="00162594">
      <w:pPr>
        <w:ind w:firstLine="0"/>
        <w:rPr>
          <w:szCs w:val="28"/>
        </w:rPr>
      </w:pPr>
      <w:r>
        <w:rPr>
          <w:szCs w:val="28"/>
        </w:rPr>
        <w:t xml:space="preserve">Глава </w:t>
      </w:r>
      <w:proofErr w:type="spellStart"/>
      <w:r w:rsidR="00265369">
        <w:rPr>
          <w:szCs w:val="28"/>
        </w:rPr>
        <w:t>Тальменского</w:t>
      </w:r>
      <w:proofErr w:type="spellEnd"/>
      <w:r w:rsidR="00265369">
        <w:rPr>
          <w:szCs w:val="28"/>
        </w:rPr>
        <w:t xml:space="preserve"> </w:t>
      </w:r>
      <w:r>
        <w:rPr>
          <w:szCs w:val="28"/>
        </w:rPr>
        <w:t xml:space="preserve"> сельсовета                                                </w:t>
      </w:r>
      <w:r w:rsidR="00897ECB">
        <w:rPr>
          <w:szCs w:val="28"/>
        </w:rPr>
        <w:t xml:space="preserve">        </w:t>
      </w:r>
      <w:proofErr w:type="spellStart"/>
      <w:r w:rsidR="00265369">
        <w:rPr>
          <w:szCs w:val="28"/>
        </w:rPr>
        <w:t>А.А.Койнов</w:t>
      </w:r>
      <w:proofErr w:type="spellEnd"/>
    </w:p>
    <w:p w:rsidR="00D90743" w:rsidRPr="00D90743" w:rsidRDefault="00107C2A" w:rsidP="00C16107">
      <w:pPr>
        <w:ind w:firstLine="0"/>
        <w:rPr>
          <w:sz w:val="24"/>
        </w:rPr>
      </w:pPr>
      <w:r>
        <w:rPr>
          <w:szCs w:val="28"/>
        </w:rPr>
        <w:t xml:space="preserve">                                                                            </w:t>
      </w:r>
      <w:r w:rsidR="00C16107">
        <w:rPr>
          <w:szCs w:val="28"/>
        </w:rPr>
        <w:t xml:space="preserve">                               </w:t>
      </w:r>
    </w:p>
    <w:p w:rsidR="00D90743" w:rsidRDefault="00D90743" w:rsidP="00D90743">
      <w:pPr>
        <w:ind w:left="6096"/>
      </w:pPr>
    </w:p>
    <w:p w:rsidR="00D47DF5" w:rsidRDefault="00D47DF5" w:rsidP="00D90743">
      <w:pPr>
        <w:ind w:left="6096"/>
      </w:pPr>
    </w:p>
    <w:p w:rsidR="00D47DF5" w:rsidRDefault="00D47DF5" w:rsidP="00D90743">
      <w:pPr>
        <w:ind w:left="6096"/>
      </w:pPr>
    </w:p>
    <w:p w:rsidR="00F52508" w:rsidRDefault="00F52508" w:rsidP="00D90743">
      <w:pPr>
        <w:ind w:left="6096"/>
      </w:pPr>
    </w:p>
    <w:p w:rsidR="00F52508" w:rsidRDefault="00F52508" w:rsidP="00D90743">
      <w:pPr>
        <w:ind w:left="6096"/>
      </w:pPr>
    </w:p>
    <w:p w:rsidR="00F52508" w:rsidRDefault="00F52508" w:rsidP="00D90743">
      <w:pPr>
        <w:ind w:left="6096"/>
      </w:pPr>
    </w:p>
    <w:p w:rsidR="00F52508" w:rsidRDefault="00F52508" w:rsidP="00D90743">
      <w:pPr>
        <w:ind w:left="6096"/>
      </w:pPr>
    </w:p>
    <w:p w:rsidR="00F52508" w:rsidRDefault="00F52508" w:rsidP="00D90743">
      <w:pPr>
        <w:ind w:left="6096"/>
      </w:pPr>
    </w:p>
    <w:p w:rsidR="007A77E2" w:rsidRDefault="00162594" w:rsidP="007A77E2">
      <w:pPr>
        <w:pStyle w:val="1"/>
        <w:ind w:firstLine="0"/>
        <w:jc w:val="right"/>
        <w:rPr>
          <w:b w:val="0"/>
          <w:sz w:val="24"/>
          <w:szCs w:val="24"/>
        </w:rPr>
      </w:pPr>
      <w:bookmarkStart w:id="1" w:name="sub_1000"/>
      <w:r w:rsidRPr="007A77E2">
        <w:rPr>
          <w:b w:val="0"/>
          <w:sz w:val="24"/>
          <w:szCs w:val="24"/>
        </w:rPr>
        <w:lastRenderedPageBreak/>
        <w:t xml:space="preserve">Утвержден </w:t>
      </w:r>
    </w:p>
    <w:p w:rsidR="007A77E2" w:rsidRDefault="007A77E2" w:rsidP="007A77E2">
      <w:pPr>
        <w:pStyle w:val="1"/>
        <w:ind w:firstLine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162594" w:rsidRPr="007A77E2">
        <w:rPr>
          <w:b w:val="0"/>
          <w:sz w:val="24"/>
          <w:szCs w:val="24"/>
        </w:rPr>
        <w:t>остановлением</w:t>
      </w:r>
      <w:r>
        <w:rPr>
          <w:b w:val="0"/>
          <w:sz w:val="24"/>
          <w:szCs w:val="24"/>
        </w:rPr>
        <w:t xml:space="preserve"> </w:t>
      </w:r>
      <w:r w:rsidR="00897ECB">
        <w:rPr>
          <w:b w:val="0"/>
          <w:sz w:val="24"/>
          <w:szCs w:val="24"/>
        </w:rPr>
        <w:t xml:space="preserve">главы </w:t>
      </w:r>
      <w:r w:rsidRPr="007A77E2">
        <w:rPr>
          <w:b w:val="0"/>
          <w:sz w:val="24"/>
          <w:szCs w:val="24"/>
        </w:rPr>
        <w:t xml:space="preserve">администрации </w:t>
      </w:r>
    </w:p>
    <w:p w:rsidR="007A77E2" w:rsidRPr="007A77E2" w:rsidRDefault="00265369" w:rsidP="007A77E2">
      <w:pPr>
        <w:pStyle w:val="1"/>
        <w:ind w:firstLine="0"/>
        <w:jc w:val="right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Тальменского</w:t>
      </w:r>
      <w:proofErr w:type="spellEnd"/>
      <w:r>
        <w:rPr>
          <w:b w:val="0"/>
          <w:sz w:val="24"/>
          <w:szCs w:val="24"/>
        </w:rPr>
        <w:t xml:space="preserve"> </w:t>
      </w:r>
      <w:r w:rsidR="007A77E2" w:rsidRPr="007A77E2">
        <w:rPr>
          <w:b w:val="0"/>
          <w:sz w:val="24"/>
          <w:szCs w:val="24"/>
        </w:rPr>
        <w:t>сельсовета</w:t>
      </w:r>
    </w:p>
    <w:p w:rsidR="007A77E2" w:rsidRDefault="007A77E2" w:rsidP="007A77E2">
      <w:pPr>
        <w:jc w:val="right"/>
        <w:rPr>
          <w:sz w:val="24"/>
          <w:szCs w:val="24"/>
        </w:rPr>
      </w:pPr>
      <w:proofErr w:type="spellStart"/>
      <w:r w:rsidRPr="007A77E2">
        <w:rPr>
          <w:sz w:val="24"/>
          <w:szCs w:val="24"/>
        </w:rPr>
        <w:t>Искитимского</w:t>
      </w:r>
      <w:proofErr w:type="spellEnd"/>
      <w:r w:rsidRPr="007A77E2">
        <w:rPr>
          <w:sz w:val="24"/>
          <w:szCs w:val="24"/>
        </w:rPr>
        <w:t xml:space="preserve"> района </w:t>
      </w:r>
    </w:p>
    <w:p w:rsidR="007A77E2" w:rsidRPr="007A77E2" w:rsidRDefault="007A77E2" w:rsidP="007A77E2">
      <w:pPr>
        <w:jc w:val="right"/>
        <w:rPr>
          <w:sz w:val="24"/>
          <w:szCs w:val="24"/>
        </w:rPr>
      </w:pPr>
      <w:r w:rsidRPr="007A77E2">
        <w:rPr>
          <w:sz w:val="24"/>
          <w:szCs w:val="24"/>
        </w:rPr>
        <w:t>Новосибирской области</w:t>
      </w:r>
    </w:p>
    <w:p w:rsidR="007A77E2" w:rsidRDefault="007A77E2" w:rsidP="007A77E2">
      <w:pPr>
        <w:jc w:val="right"/>
        <w:rPr>
          <w:sz w:val="24"/>
          <w:szCs w:val="24"/>
          <w:u w:val="single"/>
        </w:rPr>
      </w:pPr>
      <w:r w:rsidRPr="007A77E2">
        <w:rPr>
          <w:sz w:val="24"/>
          <w:szCs w:val="24"/>
          <w:u w:val="single"/>
        </w:rPr>
        <w:t xml:space="preserve">от </w:t>
      </w:r>
      <w:r w:rsidR="00BB67CD" w:rsidRPr="00BB67CD">
        <w:rPr>
          <w:sz w:val="24"/>
          <w:szCs w:val="24"/>
          <w:u w:val="single"/>
        </w:rPr>
        <w:t xml:space="preserve">07.06.2016 </w:t>
      </w:r>
      <w:r w:rsidRPr="00BB67CD">
        <w:rPr>
          <w:sz w:val="24"/>
          <w:szCs w:val="24"/>
          <w:u w:val="single"/>
        </w:rPr>
        <w:t xml:space="preserve">№ </w:t>
      </w:r>
      <w:r w:rsidR="00BB67CD" w:rsidRPr="00BB67CD">
        <w:rPr>
          <w:sz w:val="24"/>
          <w:szCs w:val="24"/>
          <w:u w:val="single"/>
        </w:rPr>
        <w:t>93</w:t>
      </w:r>
    </w:p>
    <w:p w:rsidR="00F52508" w:rsidRDefault="00F52508" w:rsidP="00897ECB">
      <w:pPr>
        <w:ind w:firstLine="0"/>
        <w:jc w:val="center"/>
        <w:rPr>
          <w:sz w:val="24"/>
          <w:szCs w:val="24"/>
        </w:rPr>
      </w:pPr>
    </w:p>
    <w:p w:rsidR="00897ECB" w:rsidRPr="00F52508" w:rsidRDefault="00897ECB" w:rsidP="00897ECB">
      <w:pPr>
        <w:ind w:firstLine="0"/>
        <w:jc w:val="center"/>
        <w:rPr>
          <w:b/>
          <w:sz w:val="24"/>
          <w:szCs w:val="24"/>
        </w:rPr>
      </w:pPr>
      <w:r w:rsidRPr="00F52508">
        <w:rPr>
          <w:b/>
          <w:sz w:val="24"/>
          <w:szCs w:val="24"/>
        </w:rPr>
        <w:t>Порядок</w:t>
      </w:r>
    </w:p>
    <w:p w:rsidR="00897ECB" w:rsidRPr="00F52508" w:rsidRDefault="00897ECB" w:rsidP="00CA3D13">
      <w:pPr>
        <w:ind w:firstLine="0"/>
        <w:jc w:val="center"/>
        <w:rPr>
          <w:b/>
          <w:sz w:val="24"/>
          <w:szCs w:val="24"/>
        </w:rPr>
      </w:pPr>
      <w:r w:rsidRPr="00F52508">
        <w:rPr>
          <w:b/>
          <w:sz w:val="24"/>
          <w:szCs w:val="24"/>
        </w:rPr>
        <w:t>представления  лицами, замещающи</w:t>
      </w:r>
      <w:r w:rsidRPr="001950AC">
        <w:rPr>
          <w:b/>
          <w:sz w:val="24"/>
          <w:szCs w:val="24"/>
        </w:rPr>
        <w:t>е муниципальн</w:t>
      </w:r>
      <w:r w:rsidRPr="00F52508">
        <w:rPr>
          <w:b/>
          <w:sz w:val="24"/>
          <w:szCs w:val="24"/>
        </w:rPr>
        <w:t>ые</w:t>
      </w:r>
      <w:r w:rsidRPr="001950AC">
        <w:rPr>
          <w:b/>
          <w:sz w:val="24"/>
          <w:szCs w:val="24"/>
        </w:rPr>
        <w:t xml:space="preserve"> должност</w:t>
      </w:r>
      <w:r w:rsidRPr="00F52508">
        <w:rPr>
          <w:b/>
          <w:sz w:val="24"/>
          <w:szCs w:val="24"/>
        </w:rPr>
        <w:t>и</w:t>
      </w:r>
    </w:p>
    <w:p w:rsidR="00897ECB" w:rsidRPr="00F52508" w:rsidRDefault="00897ECB" w:rsidP="00CA3D13">
      <w:pPr>
        <w:ind w:firstLine="0"/>
        <w:jc w:val="center"/>
        <w:rPr>
          <w:b/>
          <w:sz w:val="24"/>
          <w:szCs w:val="24"/>
        </w:rPr>
      </w:pPr>
      <w:r w:rsidRPr="00F52508">
        <w:rPr>
          <w:b/>
          <w:sz w:val="24"/>
          <w:szCs w:val="24"/>
        </w:rPr>
        <w:t xml:space="preserve">в администрации </w:t>
      </w:r>
      <w:proofErr w:type="spellStart"/>
      <w:r w:rsidR="00265369">
        <w:rPr>
          <w:b/>
          <w:sz w:val="24"/>
          <w:szCs w:val="24"/>
        </w:rPr>
        <w:t>Тальменского</w:t>
      </w:r>
      <w:proofErr w:type="spellEnd"/>
      <w:r w:rsidRPr="00F52508">
        <w:rPr>
          <w:b/>
          <w:sz w:val="24"/>
          <w:szCs w:val="24"/>
        </w:rPr>
        <w:t xml:space="preserve"> сельсовета сведений о доходах, об имуществе и обязательствах имущественного характера,  а так же о доходах, об имуществе и обязательствах имущественного характера  своих супруга (супруги) и несовершеннолетних  детей</w:t>
      </w:r>
    </w:p>
    <w:p w:rsidR="00897ECB" w:rsidRPr="007A77E2" w:rsidRDefault="00897ECB" w:rsidP="007A77E2">
      <w:pPr>
        <w:jc w:val="right"/>
        <w:rPr>
          <w:sz w:val="24"/>
          <w:szCs w:val="24"/>
          <w:u w:val="single"/>
        </w:rPr>
      </w:pPr>
    </w:p>
    <w:p w:rsidR="00C93F96" w:rsidRPr="00162594" w:rsidRDefault="00162594" w:rsidP="00162594">
      <w:pPr>
        <w:pStyle w:val="1"/>
        <w:ind w:firstLine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</w:p>
    <w:p w:rsidR="007A77E2" w:rsidRDefault="007A77E2" w:rsidP="00D90743">
      <w:pPr>
        <w:ind w:firstLine="720"/>
        <w:rPr>
          <w:szCs w:val="28"/>
        </w:rPr>
      </w:pPr>
      <w:bookmarkStart w:id="2" w:name="sub_3"/>
      <w:bookmarkEnd w:id="1"/>
    </w:p>
    <w:p w:rsidR="00F52508" w:rsidRPr="00D90743" w:rsidRDefault="00F52508" w:rsidP="00F52508">
      <w:pPr>
        <w:ind w:firstLine="0"/>
      </w:pPr>
      <w:r>
        <w:rPr>
          <w:szCs w:val="28"/>
        </w:rPr>
        <w:t xml:space="preserve">        </w:t>
      </w:r>
      <w:r w:rsidR="00D90743" w:rsidRPr="00DA1486">
        <w:rPr>
          <w:szCs w:val="28"/>
        </w:rPr>
        <w:t xml:space="preserve">1. </w:t>
      </w:r>
      <w:proofErr w:type="gramStart"/>
      <w:r w:rsidR="00D90743" w:rsidRPr="00DA1486">
        <w:rPr>
          <w:szCs w:val="28"/>
        </w:rPr>
        <w:t xml:space="preserve">Настоящий Порядок разработан </w:t>
      </w:r>
      <w:r>
        <w:rPr>
          <w:szCs w:val="28"/>
        </w:rPr>
        <w:t>в</w:t>
      </w:r>
      <w:r w:rsidRPr="00D90743">
        <w:t xml:space="preserve"> соответствии с Федеральным законом от </w:t>
      </w:r>
      <w:r>
        <w:t>29.12.2012</w:t>
      </w:r>
      <w:r w:rsidRPr="00D90743">
        <w:t xml:space="preserve"> № 280-ФЗ «О внесении изменений в отдельные законодательные акты Российской Федерации в части создания прозрачного механизма </w:t>
      </w:r>
      <w:r w:rsidRPr="00897ECB">
        <w:rPr>
          <w:szCs w:val="28"/>
        </w:rPr>
        <w:t>лиц</w:t>
      </w:r>
      <w:r>
        <w:rPr>
          <w:szCs w:val="28"/>
        </w:rPr>
        <w:t>ами</w:t>
      </w:r>
      <w:r w:rsidRPr="00897ECB">
        <w:rPr>
          <w:szCs w:val="28"/>
        </w:rPr>
        <w:t xml:space="preserve">, </w:t>
      </w:r>
      <w:r w:rsidRPr="001950AC">
        <w:rPr>
          <w:szCs w:val="28"/>
        </w:rPr>
        <w:t>замещающ</w:t>
      </w:r>
      <w:r w:rsidRPr="00897ECB">
        <w:rPr>
          <w:szCs w:val="28"/>
        </w:rPr>
        <w:t>их</w:t>
      </w:r>
      <w:r w:rsidRPr="001950AC">
        <w:rPr>
          <w:szCs w:val="28"/>
        </w:rPr>
        <w:t xml:space="preserve"> муниципальн</w:t>
      </w:r>
      <w:r w:rsidRPr="00897ECB">
        <w:rPr>
          <w:szCs w:val="28"/>
        </w:rPr>
        <w:t>ые</w:t>
      </w:r>
      <w:r w:rsidRPr="001950AC">
        <w:rPr>
          <w:szCs w:val="28"/>
        </w:rPr>
        <w:t xml:space="preserve"> должност</w:t>
      </w:r>
      <w:r w:rsidRPr="00897ECB">
        <w:rPr>
          <w:szCs w:val="28"/>
        </w:rPr>
        <w:t>и</w:t>
      </w:r>
      <w:r>
        <w:rPr>
          <w:szCs w:val="28"/>
        </w:rPr>
        <w:t xml:space="preserve"> </w:t>
      </w:r>
      <w:r w:rsidRPr="00897ECB">
        <w:rPr>
          <w:szCs w:val="28"/>
        </w:rPr>
        <w:t xml:space="preserve">в администрации </w:t>
      </w:r>
      <w:proofErr w:type="spellStart"/>
      <w:r w:rsidR="00265369">
        <w:rPr>
          <w:szCs w:val="28"/>
        </w:rPr>
        <w:t>Тальменского</w:t>
      </w:r>
      <w:proofErr w:type="spellEnd"/>
      <w:r w:rsidRPr="00897ECB">
        <w:rPr>
          <w:szCs w:val="28"/>
        </w:rPr>
        <w:t xml:space="preserve"> сельсовета</w:t>
      </w:r>
      <w:r w:rsidRPr="00D90743">
        <w:t xml:space="preserve"> сведений о доходах, об имуществе и обязательствах имущественного характера</w:t>
      </w:r>
      <w:r>
        <w:t xml:space="preserve">,  </w:t>
      </w:r>
      <w:r w:rsidRPr="00F52508">
        <w:rPr>
          <w:szCs w:val="28"/>
        </w:rPr>
        <w:t xml:space="preserve">а так же о доходах, об имуществе и обязательствах имущественного характера  своих супруга (супруги) и несовершеннолетних </w:t>
      </w:r>
      <w:r>
        <w:rPr>
          <w:szCs w:val="28"/>
        </w:rPr>
        <w:t xml:space="preserve"> детей</w:t>
      </w:r>
      <w:r w:rsidRPr="00D90743">
        <w:t xml:space="preserve">»  </w:t>
      </w:r>
      <w:proofErr w:type="gramEnd"/>
    </w:p>
    <w:p w:rsidR="00D90743" w:rsidRDefault="00D90743" w:rsidP="00D90743">
      <w:pPr>
        <w:ind w:firstLine="720"/>
        <w:rPr>
          <w:szCs w:val="28"/>
        </w:rPr>
      </w:pPr>
      <w:bookmarkStart w:id="3" w:name="sub_6"/>
      <w:bookmarkEnd w:id="2"/>
      <w:r w:rsidRPr="00DA1486">
        <w:rPr>
          <w:szCs w:val="28"/>
        </w:rPr>
        <w:t xml:space="preserve">2. Сведения о доходах, об имуществе и обязательствах имущественного характера представляются </w:t>
      </w:r>
      <w:r w:rsidR="00003A63">
        <w:rPr>
          <w:szCs w:val="28"/>
        </w:rPr>
        <w:t>специалисту по кадровой работе</w:t>
      </w:r>
      <w:r w:rsidRPr="00DA1486">
        <w:rPr>
          <w:szCs w:val="28"/>
        </w:rPr>
        <w:t xml:space="preserve"> администрации </w:t>
      </w:r>
      <w:proofErr w:type="spellStart"/>
      <w:r w:rsidR="00265369">
        <w:rPr>
          <w:szCs w:val="28"/>
        </w:rPr>
        <w:t>Тальменского</w:t>
      </w:r>
      <w:proofErr w:type="spellEnd"/>
      <w:r w:rsidR="007A77E2">
        <w:rPr>
          <w:szCs w:val="28"/>
        </w:rPr>
        <w:t xml:space="preserve"> </w:t>
      </w:r>
      <w:r w:rsidR="00107C2A">
        <w:rPr>
          <w:szCs w:val="28"/>
        </w:rPr>
        <w:t>сельсовета</w:t>
      </w:r>
      <w:r w:rsidRPr="00DA1486">
        <w:rPr>
          <w:szCs w:val="28"/>
        </w:rPr>
        <w:t>, ответственн</w:t>
      </w:r>
      <w:r w:rsidR="007A77E2">
        <w:rPr>
          <w:szCs w:val="28"/>
        </w:rPr>
        <w:t>ому</w:t>
      </w:r>
      <w:r w:rsidRPr="00DA1486">
        <w:rPr>
          <w:szCs w:val="28"/>
        </w:rPr>
        <w:t xml:space="preserve"> за вед</w:t>
      </w:r>
      <w:r w:rsidR="00BE1F34">
        <w:rPr>
          <w:szCs w:val="28"/>
        </w:rPr>
        <w:t>ение кадрового делопроизводства.</w:t>
      </w:r>
    </w:p>
    <w:p w:rsidR="00D90743" w:rsidRPr="00DA1486" w:rsidRDefault="00CA3D13" w:rsidP="00F52508">
      <w:pPr>
        <w:ind w:firstLine="0"/>
        <w:rPr>
          <w:szCs w:val="28"/>
        </w:rPr>
      </w:pPr>
      <w:r>
        <w:rPr>
          <w:szCs w:val="28"/>
        </w:rPr>
        <w:t xml:space="preserve">          </w:t>
      </w:r>
      <w:r w:rsidR="00BE1F34">
        <w:rPr>
          <w:szCs w:val="28"/>
        </w:rPr>
        <w:t>3. Л</w:t>
      </w:r>
      <w:r w:rsidR="00F52508" w:rsidRPr="00897ECB">
        <w:rPr>
          <w:szCs w:val="28"/>
        </w:rPr>
        <w:t>иц</w:t>
      </w:r>
      <w:r w:rsidR="00F52508">
        <w:rPr>
          <w:szCs w:val="28"/>
        </w:rPr>
        <w:t xml:space="preserve">а, </w:t>
      </w:r>
      <w:r w:rsidR="00F52508" w:rsidRPr="00897ECB">
        <w:rPr>
          <w:szCs w:val="28"/>
        </w:rPr>
        <w:t xml:space="preserve"> </w:t>
      </w:r>
      <w:r w:rsidR="00F52508" w:rsidRPr="001950AC">
        <w:rPr>
          <w:szCs w:val="28"/>
        </w:rPr>
        <w:t>замещающ</w:t>
      </w:r>
      <w:r w:rsidR="00F52508" w:rsidRPr="00897ECB">
        <w:rPr>
          <w:szCs w:val="28"/>
        </w:rPr>
        <w:t>и</w:t>
      </w:r>
      <w:r w:rsidR="00F52508">
        <w:rPr>
          <w:szCs w:val="28"/>
        </w:rPr>
        <w:t>е</w:t>
      </w:r>
      <w:r w:rsidR="00F52508" w:rsidRPr="001950AC">
        <w:rPr>
          <w:szCs w:val="28"/>
        </w:rPr>
        <w:t xml:space="preserve"> муниципальн</w:t>
      </w:r>
      <w:r w:rsidR="00F52508" w:rsidRPr="00897ECB">
        <w:rPr>
          <w:szCs w:val="28"/>
        </w:rPr>
        <w:t>ые</w:t>
      </w:r>
      <w:r w:rsidR="00F52508" w:rsidRPr="001950AC">
        <w:rPr>
          <w:szCs w:val="28"/>
        </w:rPr>
        <w:t xml:space="preserve"> должност</w:t>
      </w:r>
      <w:r w:rsidR="00F52508" w:rsidRPr="00897ECB">
        <w:rPr>
          <w:szCs w:val="28"/>
        </w:rPr>
        <w:t>и</w:t>
      </w:r>
      <w:r w:rsidR="00F52508">
        <w:rPr>
          <w:szCs w:val="28"/>
        </w:rPr>
        <w:t xml:space="preserve"> </w:t>
      </w:r>
      <w:r w:rsidR="00F52508" w:rsidRPr="00897ECB">
        <w:rPr>
          <w:szCs w:val="28"/>
        </w:rPr>
        <w:t xml:space="preserve">в администрации </w:t>
      </w:r>
      <w:proofErr w:type="spellStart"/>
      <w:r w:rsidR="00265369">
        <w:rPr>
          <w:szCs w:val="28"/>
        </w:rPr>
        <w:t>Тальменского</w:t>
      </w:r>
      <w:proofErr w:type="spellEnd"/>
      <w:r w:rsidR="00F52508" w:rsidRPr="00897ECB">
        <w:rPr>
          <w:szCs w:val="28"/>
        </w:rPr>
        <w:t xml:space="preserve"> сельсовета</w:t>
      </w:r>
      <w:r w:rsidR="00F52508" w:rsidRPr="00D90743">
        <w:t xml:space="preserve"> </w:t>
      </w:r>
      <w:r w:rsidR="00BE1F34">
        <w:t xml:space="preserve">обязаны предоставлять </w:t>
      </w:r>
      <w:r w:rsidR="00F52508" w:rsidRPr="00D90743">
        <w:t>сведени</w:t>
      </w:r>
      <w:r w:rsidR="00BE1F34">
        <w:t>я</w:t>
      </w:r>
      <w:r w:rsidR="00F52508" w:rsidRPr="00D90743">
        <w:t xml:space="preserve"> о доходах, об имуществе и обязательствах имущественного характера</w:t>
      </w:r>
      <w:r w:rsidR="00F52508">
        <w:t xml:space="preserve">,  </w:t>
      </w:r>
      <w:r w:rsidR="00F52508" w:rsidRPr="00F52508">
        <w:rPr>
          <w:szCs w:val="28"/>
        </w:rPr>
        <w:t xml:space="preserve">а так же о доходах, об имуществе и обязательствах имущественного характера  своих супруга (супруги) и несовершеннолетних </w:t>
      </w:r>
      <w:r w:rsidR="00F52508">
        <w:rPr>
          <w:szCs w:val="28"/>
        </w:rPr>
        <w:t xml:space="preserve"> детей</w:t>
      </w:r>
      <w:r w:rsidR="00F52508" w:rsidRPr="00D90743">
        <w:t xml:space="preserve">»  </w:t>
      </w:r>
      <w:bookmarkStart w:id="4" w:name="sub_5"/>
      <w:bookmarkEnd w:id="3"/>
      <w:r w:rsidR="00D90743" w:rsidRPr="00DA1486">
        <w:rPr>
          <w:szCs w:val="28"/>
        </w:rPr>
        <w:t xml:space="preserve">ежегодно, не позднее 30 апреля года, следующего за </w:t>
      </w:r>
      <w:proofErr w:type="gramStart"/>
      <w:r w:rsidR="00D90743" w:rsidRPr="00DA1486">
        <w:rPr>
          <w:szCs w:val="28"/>
        </w:rPr>
        <w:t>отчетным</w:t>
      </w:r>
      <w:proofErr w:type="gramEnd"/>
      <w:r w:rsidR="00D90743" w:rsidRPr="00DA1486">
        <w:rPr>
          <w:szCs w:val="28"/>
        </w:rPr>
        <w:t>.</w:t>
      </w:r>
    </w:p>
    <w:p w:rsidR="00003A63" w:rsidRDefault="00CA3D13" w:rsidP="00D90743">
      <w:pPr>
        <w:ind w:firstLine="720"/>
        <w:rPr>
          <w:szCs w:val="28"/>
        </w:rPr>
      </w:pPr>
      <w:bookmarkStart w:id="5" w:name="sub_10"/>
      <w:bookmarkEnd w:id="4"/>
      <w:r>
        <w:rPr>
          <w:szCs w:val="28"/>
        </w:rPr>
        <w:t xml:space="preserve">- </w:t>
      </w:r>
      <w:r w:rsidR="00D90743" w:rsidRPr="00DA1486">
        <w:rPr>
          <w:szCs w:val="28"/>
        </w:rPr>
        <w:t xml:space="preserve"> сведения о своих доходах, полученных за отчетный период (с 1 января по 31 декабря) от всех источников (включая заработную плату, пенсии, пособия и иные выплаты), а также сведения об имуществе и обязательствах имущественного характера по состоянию на конец отчетного периода по </w:t>
      </w:r>
      <w:bookmarkStart w:id="6" w:name="sub_11"/>
      <w:bookmarkEnd w:id="5"/>
      <w:r w:rsidR="00003A63" w:rsidRPr="00DA1486">
        <w:rPr>
          <w:szCs w:val="28"/>
        </w:rPr>
        <w:t xml:space="preserve"> </w:t>
      </w:r>
      <w:r w:rsidR="00003A63">
        <w:rPr>
          <w:szCs w:val="28"/>
        </w:rPr>
        <w:t>утверждённой Президентом РФ форме справки.</w:t>
      </w:r>
    </w:p>
    <w:p w:rsidR="00003A63" w:rsidRDefault="00CA3D13" w:rsidP="00D90743">
      <w:pPr>
        <w:ind w:firstLine="720"/>
        <w:rPr>
          <w:szCs w:val="28"/>
        </w:rPr>
      </w:pPr>
      <w:proofErr w:type="gramStart"/>
      <w:r>
        <w:rPr>
          <w:szCs w:val="28"/>
        </w:rPr>
        <w:t xml:space="preserve">- </w:t>
      </w:r>
      <w:r w:rsidR="00D90743" w:rsidRPr="00DA1486">
        <w:rPr>
          <w:szCs w:val="28"/>
        </w:rPr>
        <w:t xml:space="preserve"> сведения о доходах своих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 и иные выплаты), а также сведения об их имуществе и обязательствах имущественного характера по состоянию на конец отчетного периода по </w:t>
      </w:r>
      <w:bookmarkStart w:id="7" w:name="sub_13"/>
      <w:bookmarkEnd w:id="6"/>
      <w:r w:rsidR="00003A63" w:rsidRPr="00DA1486">
        <w:rPr>
          <w:szCs w:val="28"/>
        </w:rPr>
        <w:t xml:space="preserve"> </w:t>
      </w:r>
      <w:r w:rsidR="00003A63">
        <w:rPr>
          <w:szCs w:val="28"/>
        </w:rPr>
        <w:t>утверждённой Президентом Российской Федерации форме справки.</w:t>
      </w:r>
      <w:proofErr w:type="gramEnd"/>
    </w:p>
    <w:p w:rsidR="00D90743" w:rsidRPr="00DA1486" w:rsidRDefault="00BE1F34" w:rsidP="00D90743">
      <w:pPr>
        <w:ind w:firstLine="720"/>
        <w:rPr>
          <w:szCs w:val="28"/>
        </w:rPr>
      </w:pPr>
      <w:r>
        <w:rPr>
          <w:szCs w:val="28"/>
        </w:rPr>
        <w:t>4</w:t>
      </w:r>
      <w:r w:rsidR="00D90743" w:rsidRPr="00DA1486">
        <w:rPr>
          <w:szCs w:val="28"/>
        </w:rPr>
        <w:t>. В случае если лиц</w:t>
      </w:r>
      <w:r>
        <w:rPr>
          <w:szCs w:val="28"/>
        </w:rPr>
        <w:t>а</w:t>
      </w:r>
      <w:r w:rsidR="00D90743" w:rsidRPr="00DA1486">
        <w:rPr>
          <w:szCs w:val="28"/>
        </w:rPr>
        <w:t xml:space="preserve">, </w:t>
      </w:r>
      <w:r>
        <w:rPr>
          <w:szCs w:val="28"/>
        </w:rPr>
        <w:t xml:space="preserve">замещающие муниципальные должности в администрации </w:t>
      </w:r>
      <w:proofErr w:type="spellStart"/>
      <w:r w:rsidR="00265369">
        <w:rPr>
          <w:szCs w:val="28"/>
        </w:rPr>
        <w:t>Тальменского</w:t>
      </w:r>
      <w:proofErr w:type="spellEnd"/>
      <w:r>
        <w:rPr>
          <w:szCs w:val="28"/>
        </w:rPr>
        <w:t xml:space="preserve"> сельсовета</w:t>
      </w:r>
      <w:r w:rsidR="00D90743" w:rsidRPr="00DA1486">
        <w:rPr>
          <w:szCs w:val="28"/>
        </w:rPr>
        <w:t xml:space="preserve">, в представленных им сведениях о доходах, об имуществе и обязательствах имущественного характера не отражены </w:t>
      </w:r>
      <w:r w:rsidR="00D90743" w:rsidRPr="00DA1486">
        <w:rPr>
          <w:szCs w:val="28"/>
        </w:rPr>
        <w:lastRenderedPageBreak/>
        <w:t>или не полностью отражены какие-либо сведения либо имеются ошибки, он вправе представить уточненные сведения не позднее 30 июня</w:t>
      </w:r>
      <w:r w:rsidR="007A77E2">
        <w:rPr>
          <w:szCs w:val="28"/>
        </w:rPr>
        <w:t xml:space="preserve"> года</w:t>
      </w:r>
      <w:r w:rsidR="00D90743" w:rsidRPr="00DA1486">
        <w:rPr>
          <w:szCs w:val="28"/>
        </w:rPr>
        <w:t xml:space="preserve">, следующего </w:t>
      </w:r>
      <w:proofErr w:type="gramStart"/>
      <w:r w:rsidR="00D90743" w:rsidRPr="00DA1486">
        <w:rPr>
          <w:szCs w:val="28"/>
        </w:rPr>
        <w:t>за</w:t>
      </w:r>
      <w:proofErr w:type="gramEnd"/>
      <w:r w:rsidR="00D90743" w:rsidRPr="00DA1486">
        <w:rPr>
          <w:szCs w:val="28"/>
        </w:rPr>
        <w:t xml:space="preserve"> отчетным. Такие уточненные сведения не считаются представленными с нарушением срока, указанного </w:t>
      </w:r>
      <w:proofErr w:type="gramStart"/>
      <w:r w:rsidR="00D90743" w:rsidRPr="00DA1486">
        <w:rPr>
          <w:szCs w:val="28"/>
        </w:rPr>
        <w:t>в</w:t>
      </w:r>
      <w:proofErr w:type="gramEnd"/>
      <w:r w:rsidR="00D90743" w:rsidRPr="00DA1486">
        <w:rPr>
          <w:b/>
          <w:szCs w:val="28"/>
        </w:rPr>
        <w:t xml:space="preserve"> </w:t>
      </w:r>
      <w:hyperlink w:anchor="sub_11" w:history="1">
        <w:r w:rsidR="00D90743" w:rsidRPr="00D90743">
          <w:rPr>
            <w:rStyle w:val="aff"/>
            <w:b w:val="0"/>
            <w:color w:val="auto"/>
            <w:szCs w:val="28"/>
          </w:rPr>
          <w:t xml:space="preserve"> пункта </w:t>
        </w:r>
      </w:hyperlink>
      <w:r w:rsidR="00CA3D13">
        <w:rPr>
          <w:b/>
          <w:szCs w:val="28"/>
        </w:rPr>
        <w:t>3</w:t>
      </w:r>
      <w:r w:rsidR="00D90743" w:rsidRPr="00DA1486">
        <w:rPr>
          <w:szCs w:val="28"/>
        </w:rPr>
        <w:t xml:space="preserve"> настоящего Порядка.</w:t>
      </w:r>
    </w:p>
    <w:p w:rsidR="00D90743" w:rsidRPr="00DA1486" w:rsidRDefault="00BE1F34" w:rsidP="00D90743">
      <w:pPr>
        <w:ind w:firstLine="720"/>
        <w:rPr>
          <w:szCs w:val="28"/>
        </w:rPr>
      </w:pPr>
      <w:bookmarkStart w:id="8" w:name="sub_14"/>
      <w:bookmarkEnd w:id="7"/>
      <w:r>
        <w:rPr>
          <w:szCs w:val="28"/>
        </w:rPr>
        <w:t>5</w:t>
      </w:r>
      <w:r w:rsidR="00D90743" w:rsidRPr="00DA1486">
        <w:rPr>
          <w:szCs w:val="28"/>
        </w:rPr>
        <w:t>. Проверка достоверности и полноты сведений о доходах, об имуществе и обязательствах имущественного характера, представленных в соответствии с настоящим Порядком лиц</w:t>
      </w:r>
      <w:r>
        <w:rPr>
          <w:szCs w:val="28"/>
        </w:rPr>
        <w:t>ами</w:t>
      </w:r>
      <w:r w:rsidR="00D90743" w:rsidRPr="00DA1486">
        <w:rPr>
          <w:szCs w:val="28"/>
        </w:rPr>
        <w:t xml:space="preserve">, </w:t>
      </w:r>
      <w:r>
        <w:rPr>
          <w:szCs w:val="28"/>
        </w:rPr>
        <w:t xml:space="preserve">замещающими муниципальные должности </w:t>
      </w:r>
      <w:r w:rsidR="00D90743" w:rsidRPr="00DA1486">
        <w:rPr>
          <w:szCs w:val="28"/>
        </w:rPr>
        <w:t xml:space="preserve"> </w:t>
      </w:r>
      <w:r>
        <w:rPr>
          <w:szCs w:val="28"/>
        </w:rPr>
        <w:t xml:space="preserve">в </w:t>
      </w:r>
      <w:r w:rsidR="00003A63">
        <w:rPr>
          <w:szCs w:val="28"/>
        </w:rPr>
        <w:t>администраци</w:t>
      </w:r>
      <w:r>
        <w:rPr>
          <w:szCs w:val="28"/>
        </w:rPr>
        <w:t>и</w:t>
      </w:r>
      <w:r w:rsidR="00003A63">
        <w:rPr>
          <w:szCs w:val="28"/>
        </w:rPr>
        <w:t xml:space="preserve"> </w:t>
      </w:r>
      <w:proofErr w:type="spellStart"/>
      <w:r w:rsidR="00265369">
        <w:rPr>
          <w:szCs w:val="28"/>
        </w:rPr>
        <w:t>Тальменского</w:t>
      </w:r>
      <w:proofErr w:type="spellEnd"/>
      <w:r w:rsidR="00003A63">
        <w:rPr>
          <w:szCs w:val="28"/>
        </w:rPr>
        <w:t xml:space="preserve"> сельсовета</w:t>
      </w:r>
      <w:r w:rsidR="00D47DF5">
        <w:rPr>
          <w:szCs w:val="28"/>
        </w:rPr>
        <w:t>,</w:t>
      </w:r>
      <w:r w:rsidR="00003A63">
        <w:rPr>
          <w:szCs w:val="28"/>
        </w:rPr>
        <w:t xml:space="preserve"> </w:t>
      </w:r>
      <w:r w:rsidR="00D90743" w:rsidRPr="00DA1486">
        <w:rPr>
          <w:szCs w:val="28"/>
        </w:rPr>
        <w:t xml:space="preserve"> устанавливаемом нормативными правовыми актами Российской Федерации.</w:t>
      </w:r>
    </w:p>
    <w:p w:rsidR="00D90743" w:rsidRPr="00DA1486" w:rsidRDefault="00BE1F34" w:rsidP="00D90743">
      <w:pPr>
        <w:ind w:firstLine="720"/>
        <w:rPr>
          <w:szCs w:val="28"/>
        </w:rPr>
      </w:pPr>
      <w:bookmarkStart w:id="9" w:name="sub_15"/>
      <w:bookmarkEnd w:id="8"/>
      <w:r>
        <w:rPr>
          <w:szCs w:val="28"/>
        </w:rPr>
        <w:t>6</w:t>
      </w:r>
      <w:r w:rsidR="00D90743" w:rsidRPr="00DA1486">
        <w:rPr>
          <w:szCs w:val="28"/>
        </w:rPr>
        <w:t xml:space="preserve">. Сведения о доходах, об имуществе и обязательствах имущественного характера, </w:t>
      </w:r>
      <w:proofErr w:type="gramStart"/>
      <w:r w:rsidR="00D90743" w:rsidRPr="00DA1486">
        <w:rPr>
          <w:szCs w:val="28"/>
        </w:rPr>
        <w:t xml:space="preserve">представляемые </w:t>
      </w:r>
      <w:r w:rsidR="00CA3D13" w:rsidRPr="00DA1486">
        <w:rPr>
          <w:szCs w:val="28"/>
        </w:rPr>
        <w:t>лиц</w:t>
      </w:r>
      <w:r w:rsidR="00CA3D13">
        <w:rPr>
          <w:szCs w:val="28"/>
        </w:rPr>
        <w:t>ами</w:t>
      </w:r>
      <w:r w:rsidR="00CA3D13" w:rsidRPr="00DA1486">
        <w:rPr>
          <w:szCs w:val="28"/>
        </w:rPr>
        <w:t xml:space="preserve">, </w:t>
      </w:r>
      <w:r w:rsidR="00CA3D13">
        <w:rPr>
          <w:szCs w:val="28"/>
        </w:rPr>
        <w:t xml:space="preserve">замещающими муниципальные должности </w:t>
      </w:r>
      <w:r w:rsidR="00CA3D13" w:rsidRPr="00DA1486">
        <w:rPr>
          <w:szCs w:val="28"/>
        </w:rPr>
        <w:t xml:space="preserve"> </w:t>
      </w:r>
      <w:r w:rsidR="00CA3D13">
        <w:rPr>
          <w:szCs w:val="28"/>
        </w:rPr>
        <w:t xml:space="preserve">в администрации </w:t>
      </w:r>
      <w:proofErr w:type="spellStart"/>
      <w:r w:rsidR="00265369">
        <w:rPr>
          <w:szCs w:val="28"/>
        </w:rPr>
        <w:t>Тальменского</w:t>
      </w:r>
      <w:proofErr w:type="spellEnd"/>
      <w:r w:rsidR="00CA3D13">
        <w:rPr>
          <w:szCs w:val="28"/>
        </w:rPr>
        <w:t xml:space="preserve"> сельсовета</w:t>
      </w:r>
      <w:r w:rsidR="00CA3D13" w:rsidRPr="00DA1486">
        <w:rPr>
          <w:szCs w:val="28"/>
        </w:rPr>
        <w:t xml:space="preserve"> </w:t>
      </w:r>
      <w:r w:rsidR="00D90743" w:rsidRPr="00DA1486">
        <w:rPr>
          <w:szCs w:val="28"/>
        </w:rPr>
        <w:t>в соответствии с настоящим Порядком являются</w:t>
      </w:r>
      <w:proofErr w:type="gramEnd"/>
      <w:r w:rsidR="00D90743" w:rsidRPr="00DA1486">
        <w:rPr>
          <w:szCs w:val="28"/>
        </w:rPr>
        <w:t xml:space="preserve">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bookmarkEnd w:id="9"/>
    <w:p w:rsidR="00D90743" w:rsidRPr="00B67F4B" w:rsidRDefault="00D90743" w:rsidP="00B67F4B">
      <w:pPr>
        <w:pStyle w:val="a6"/>
        <w:tabs>
          <w:tab w:val="clear" w:pos="4536"/>
          <w:tab w:val="clear" w:pos="9072"/>
          <w:tab w:val="left" w:pos="851"/>
        </w:tabs>
        <w:ind w:firstLine="0"/>
        <w:rPr>
          <w:szCs w:val="28"/>
        </w:rPr>
      </w:pPr>
      <w:r>
        <w:rPr>
          <w:szCs w:val="28"/>
        </w:rPr>
        <w:tab/>
      </w:r>
      <w:r w:rsidR="00BE1F34">
        <w:rPr>
          <w:szCs w:val="28"/>
        </w:rPr>
        <w:t>7</w:t>
      </w:r>
      <w:r w:rsidRPr="00DA1486">
        <w:rPr>
          <w:szCs w:val="28"/>
        </w:rPr>
        <w:t xml:space="preserve">. Сведения о доходах, об имуществе и обязательствах имущественного характера, представленные в соответствии с настоящим Порядком </w:t>
      </w:r>
      <w:r w:rsidR="00CA3D13" w:rsidRPr="00DA1486">
        <w:rPr>
          <w:szCs w:val="28"/>
        </w:rPr>
        <w:t>лиц</w:t>
      </w:r>
      <w:r w:rsidR="00CA3D13">
        <w:rPr>
          <w:szCs w:val="28"/>
        </w:rPr>
        <w:t>ами</w:t>
      </w:r>
      <w:r w:rsidR="00CA3D13" w:rsidRPr="00DA1486">
        <w:rPr>
          <w:szCs w:val="28"/>
        </w:rPr>
        <w:t xml:space="preserve">, </w:t>
      </w:r>
      <w:r w:rsidR="00CA3D13">
        <w:rPr>
          <w:szCs w:val="28"/>
        </w:rPr>
        <w:t xml:space="preserve">замещающими муниципальные должности </w:t>
      </w:r>
      <w:r w:rsidR="00CA3D13" w:rsidRPr="00DA1486">
        <w:rPr>
          <w:szCs w:val="28"/>
        </w:rPr>
        <w:t xml:space="preserve"> </w:t>
      </w:r>
      <w:r w:rsidR="00CA3D13">
        <w:rPr>
          <w:szCs w:val="28"/>
        </w:rPr>
        <w:t xml:space="preserve">в администрации </w:t>
      </w:r>
      <w:proofErr w:type="spellStart"/>
      <w:r w:rsidR="00265369">
        <w:rPr>
          <w:szCs w:val="28"/>
        </w:rPr>
        <w:t>Тальменского</w:t>
      </w:r>
      <w:proofErr w:type="spellEnd"/>
      <w:r w:rsidR="00CA3D13">
        <w:rPr>
          <w:szCs w:val="28"/>
        </w:rPr>
        <w:t xml:space="preserve"> сельсовета</w:t>
      </w:r>
      <w:r w:rsidRPr="00DA1486">
        <w:rPr>
          <w:szCs w:val="28"/>
        </w:rPr>
        <w:t xml:space="preserve">, и информация о результатах проверки достоверности и полноты этих сведений приобщаются к личному делу </w:t>
      </w:r>
      <w:r w:rsidR="00CA3D13" w:rsidRPr="00DA1486">
        <w:rPr>
          <w:szCs w:val="28"/>
        </w:rPr>
        <w:t xml:space="preserve">лиц, </w:t>
      </w:r>
      <w:r w:rsidR="00CA3D13">
        <w:rPr>
          <w:szCs w:val="28"/>
        </w:rPr>
        <w:t xml:space="preserve">замещающими муниципальные должности </w:t>
      </w:r>
      <w:r w:rsidR="00CA3D13" w:rsidRPr="00DA1486">
        <w:rPr>
          <w:szCs w:val="28"/>
        </w:rPr>
        <w:t xml:space="preserve"> </w:t>
      </w:r>
      <w:r w:rsidR="00CA3D13">
        <w:rPr>
          <w:szCs w:val="28"/>
        </w:rPr>
        <w:t xml:space="preserve">в администрации </w:t>
      </w:r>
      <w:r w:rsidR="00265369">
        <w:rPr>
          <w:szCs w:val="28"/>
        </w:rPr>
        <w:t>Тальменского</w:t>
      </w:r>
      <w:r w:rsidR="00CA3D13">
        <w:rPr>
          <w:szCs w:val="28"/>
        </w:rPr>
        <w:t xml:space="preserve"> сельсовета</w:t>
      </w:r>
      <w:r w:rsidR="00B67F4B">
        <w:rPr>
          <w:szCs w:val="28"/>
        </w:rPr>
        <w:t xml:space="preserve">                                      </w:t>
      </w:r>
    </w:p>
    <w:sectPr w:rsidR="00D90743" w:rsidRPr="00B67F4B" w:rsidSect="00B67F4B">
      <w:type w:val="continuous"/>
      <w:pgSz w:w="11906" w:h="16838" w:code="9"/>
      <w:pgMar w:top="1134" w:right="567" w:bottom="1134" w:left="1418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933" w:rsidRDefault="00E16933">
      <w:r>
        <w:separator/>
      </w:r>
    </w:p>
  </w:endnote>
  <w:endnote w:type="continuationSeparator" w:id="0">
    <w:p w:rsidR="00E16933" w:rsidRDefault="00E16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933" w:rsidRDefault="00E16933">
      <w:r>
        <w:separator/>
      </w:r>
    </w:p>
  </w:footnote>
  <w:footnote w:type="continuationSeparator" w:id="0">
    <w:p w:rsidR="00E16933" w:rsidRDefault="00E16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3FF2"/>
    <w:multiLevelType w:val="hybridMultilevel"/>
    <w:tmpl w:val="D1204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F182B"/>
    <w:multiLevelType w:val="hybridMultilevel"/>
    <w:tmpl w:val="9D64AE34"/>
    <w:lvl w:ilvl="0" w:tplc="0419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">
    <w:nsid w:val="08B11F63"/>
    <w:multiLevelType w:val="hybridMultilevel"/>
    <w:tmpl w:val="984AE79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F974A6"/>
    <w:multiLevelType w:val="hybridMultilevel"/>
    <w:tmpl w:val="24808648"/>
    <w:lvl w:ilvl="0" w:tplc="5DC6F1A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0444649"/>
    <w:multiLevelType w:val="hybridMultilevel"/>
    <w:tmpl w:val="552E5D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F27A15"/>
    <w:multiLevelType w:val="hybridMultilevel"/>
    <w:tmpl w:val="714A87E2"/>
    <w:lvl w:ilvl="0" w:tplc="DAC0AAB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DC2F01"/>
    <w:multiLevelType w:val="multilevel"/>
    <w:tmpl w:val="EC74DB06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7">
    <w:nsid w:val="214338BF"/>
    <w:multiLevelType w:val="multilevel"/>
    <w:tmpl w:val="5C0E11A2"/>
    <w:lvl w:ilvl="0">
      <w:start w:val="4"/>
      <w:numFmt w:val="decimal"/>
      <w:pStyle w:val="4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lvlRestart w:val="0"/>
      <w:pStyle w:val="4"/>
      <w:suff w:val="space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8">
    <w:nsid w:val="21683828"/>
    <w:multiLevelType w:val="hybridMultilevel"/>
    <w:tmpl w:val="6B4A9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DD2CE3"/>
    <w:multiLevelType w:val="hybridMultilevel"/>
    <w:tmpl w:val="E0CA6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A7DBC"/>
    <w:multiLevelType w:val="hybridMultilevel"/>
    <w:tmpl w:val="5E3CB576"/>
    <w:lvl w:ilvl="0" w:tplc="A68CDBD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1">
    <w:nsid w:val="2C712AA3"/>
    <w:multiLevelType w:val="hybridMultilevel"/>
    <w:tmpl w:val="AEF8F08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0737BB2"/>
    <w:multiLevelType w:val="multilevel"/>
    <w:tmpl w:val="AC48F12E"/>
    <w:lvl w:ilvl="0">
      <w:start w:val="1"/>
      <w:numFmt w:val="decimal"/>
      <w:lvlText w:val="%1."/>
      <w:lvlJc w:val="left"/>
      <w:pPr>
        <w:ind w:left="2937" w:hanging="8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3">
    <w:nsid w:val="333F231D"/>
    <w:multiLevelType w:val="hybridMultilevel"/>
    <w:tmpl w:val="8A5C4D3A"/>
    <w:lvl w:ilvl="0" w:tplc="D0E68AC4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4">
    <w:nsid w:val="3BD477E6"/>
    <w:multiLevelType w:val="hybridMultilevel"/>
    <w:tmpl w:val="6B74C7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1A7AB4"/>
    <w:multiLevelType w:val="hybridMultilevel"/>
    <w:tmpl w:val="B4361476"/>
    <w:lvl w:ilvl="0" w:tplc="CBCE311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A805B7"/>
    <w:multiLevelType w:val="hybridMultilevel"/>
    <w:tmpl w:val="F7425304"/>
    <w:lvl w:ilvl="0" w:tplc="3F5040E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>
    <w:nsid w:val="43240257"/>
    <w:multiLevelType w:val="hybridMultilevel"/>
    <w:tmpl w:val="01128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4C100E"/>
    <w:multiLevelType w:val="hybridMultilevel"/>
    <w:tmpl w:val="22CAFD96"/>
    <w:lvl w:ilvl="0" w:tplc="D0E68AC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9216C"/>
    <w:multiLevelType w:val="hybridMultilevel"/>
    <w:tmpl w:val="2ECA749E"/>
    <w:lvl w:ilvl="0" w:tplc="73668EC8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81C104B"/>
    <w:multiLevelType w:val="hybridMultilevel"/>
    <w:tmpl w:val="37481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A6076"/>
    <w:multiLevelType w:val="hybridMultilevel"/>
    <w:tmpl w:val="537AD5B2"/>
    <w:lvl w:ilvl="0" w:tplc="999C9D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13"/>
  </w:num>
  <w:num w:numId="4">
    <w:abstractNumId w:val="14"/>
  </w:num>
  <w:num w:numId="5">
    <w:abstractNumId w:val="17"/>
  </w:num>
  <w:num w:numId="6">
    <w:abstractNumId w:val="10"/>
  </w:num>
  <w:num w:numId="7">
    <w:abstractNumId w:val="9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0"/>
  </w:num>
  <w:num w:numId="13">
    <w:abstractNumId w:val="8"/>
  </w:num>
  <w:num w:numId="14">
    <w:abstractNumId w:val="12"/>
  </w:num>
  <w:num w:numId="15">
    <w:abstractNumId w:val="0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8"/>
  </w:num>
  <w:num w:numId="23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B2A"/>
    <w:rsid w:val="00002A4D"/>
    <w:rsid w:val="00002B30"/>
    <w:rsid w:val="00003987"/>
    <w:rsid w:val="00003A3A"/>
    <w:rsid w:val="00003A63"/>
    <w:rsid w:val="00006BC8"/>
    <w:rsid w:val="00011422"/>
    <w:rsid w:val="00012CC0"/>
    <w:rsid w:val="00013C61"/>
    <w:rsid w:val="00013D6E"/>
    <w:rsid w:val="00015789"/>
    <w:rsid w:val="00016814"/>
    <w:rsid w:val="000178F1"/>
    <w:rsid w:val="0002128D"/>
    <w:rsid w:val="0002281D"/>
    <w:rsid w:val="00025CB3"/>
    <w:rsid w:val="0002652D"/>
    <w:rsid w:val="00026EF6"/>
    <w:rsid w:val="00031525"/>
    <w:rsid w:val="0003173D"/>
    <w:rsid w:val="00031A14"/>
    <w:rsid w:val="00032016"/>
    <w:rsid w:val="00032A8E"/>
    <w:rsid w:val="00033AC9"/>
    <w:rsid w:val="00035B24"/>
    <w:rsid w:val="000375DC"/>
    <w:rsid w:val="00037DE1"/>
    <w:rsid w:val="00037F62"/>
    <w:rsid w:val="0004427E"/>
    <w:rsid w:val="00044814"/>
    <w:rsid w:val="000507FB"/>
    <w:rsid w:val="00052E33"/>
    <w:rsid w:val="0005381D"/>
    <w:rsid w:val="00053C1D"/>
    <w:rsid w:val="000561CD"/>
    <w:rsid w:val="00064068"/>
    <w:rsid w:val="00067393"/>
    <w:rsid w:val="00067CA9"/>
    <w:rsid w:val="00071582"/>
    <w:rsid w:val="000755B4"/>
    <w:rsid w:val="00076694"/>
    <w:rsid w:val="00076EAD"/>
    <w:rsid w:val="00080E04"/>
    <w:rsid w:val="00084A43"/>
    <w:rsid w:val="00084BCB"/>
    <w:rsid w:val="0008594B"/>
    <w:rsid w:val="00090700"/>
    <w:rsid w:val="000910E9"/>
    <w:rsid w:val="00092796"/>
    <w:rsid w:val="000952F8"/>
    <w:rsid w:val="000963B2"/>
    <w:rsid w:val="000971F2"/>
    <w:rsid w:val="000A1E14"/>
    <w:rsid w:val="000A2787"/>
    <w:rsid w:val="000A28C2"/>
    <w:rsid w:val="000A360E"/>
    <w:rsid w:val="000A48C2"/>
    <w:rsid w:val="000A57F3"/>
    <w:rsid w:val="000A652F"/>
    <w:rsid w:val="000A72F1"/>
    <w:rsid w:val="000B074E"/>
    <w:rsid w:val="000B248A"/>
    <w:rsid w:val="000B5A8A"/>
    <w:rsid w:val="000B63C7"/>
    <w:rsid w:val="000B675F"/>
    <w:rsid w:val="000C019F"/>
    <w:rsid w:val="000C0931"/>
    <w:rsid w:val="000C3B82"/>
    <w:rsid w:val="000C485C"/>
    <w:rsid w:val="000D1713"/>
    <w:rsid w:val="000D2DC8"/>
    <w:rsid w:val="000D40A1"/>
    <w:rsid w:val="000D535C"/>
    <w:rsid w:val="000D55AD"/>
    <w:rsid w:val="000D5FE5"/>
    <w:rsid w:val="000D6F29"/>
    <w:rsid w:val="000E15D9"/>
    <w:rsid w:val="000E3857"/>
    <w:rsid w:val="000E3C20"/>
    <w:rsid w:val="000E5422"/>
    <w:rsid w:val="000E74F9"/>
    <w:rsid w:val="000F1DBF"/>
    <w:rsid w:val="000F2788"/>
    <w:rsid w:val="000F36F7"/>
    <w:rsid w:val="000F5B60"/>
    <w:rsid w:val="000F6838"/>
    <w:rsid w:val="0010148C"/>
    <w:rsid w:val="00103627"/>
    <w:rsid w:val="00103F83"/>
    <w:rsid w:val="0010577E"/>
    <w:rsid w:val="00106B32"/>
    <w:rsid w:val="00106EEF"/>
    <w:rsid w:val="00107925"/>
    <w:rsid w:val="00107C2A"/>
    <w:rsid w:val="001101B3"/>
    <w:rsid w:val="00110C87"/>
    <w:rsid w:val="001120DC"/>
    <w:rsid w:val="00114C28"/>
    <w:rsid w:val="00116737"/>
    <w:rsid w:val="00120808"/>
    <w:rsid w:val="001220D2"/>
    <w:rsid w:val="0013170C"/>
    <w:rsid w:val="001320E4"/>
    <w:rsid w:val="001333AD"/>
    <w:rsid w:val="00134EE2"/>
    <w:rsid w:val="00135415"/>
    <w:rsid w:val="00135C91"/>
    <w:rsid w:val="00136680"/>
    <w:rsid w:val="00145A73"/>
    <w:rsid w:val="00145E17"/>
    <w:rsid w:val="00150BFE"/>
    <w:rsid w:val="001522E8"/>
    <w:rsid w:val="00154D31"/>
    <w:rsid w:val="001568E7"/>
    <w:rsid w:val="00161E68"/>
    <w:rsid w:val="001622D6"/>
    <w:rsid w:val="00162594"/>
    <w:rsid w:val="00162E27"/>
    <w:rsid w:val="00163127"/>
    <w:rsid w:val="00164803"/>
    <w:rsid w:val="001673E1"/>
    <w:rsid w:val="00173032"/>
    <w:rsid w:val="00176C87"/>
    <w:rsid w:val="001772A4"/>
    <w:rsid w:val="00185EDE"/>
    <w:rsid w:val="00186853"/>
    <w:rsid w:val="00194650"/>
    <w:rsid w:val="001955C1"/>
    <w:rsid w:val="00195D63"/>
    <w:rsid w:val="00195EF5"/>
    <w:rsid w:val="001A188A"/>
    <w:rsid w:val="001A2CEC"/>
    <w:rsid w:val="001A32C4"/>
    <w:rsid w:val="001A3EDE"/>
    <w:rsid w:val="001A5E76"/>
    <w:rsid w:val="001A6338"/>
    <w:rsid w:val="001B3BE7"/>
    <w:rsid w:val="001B3F98"/>
    <w:rsid w:val="001B619C"/>
    <w:rsid w:val="001B7216"/>
    <w:rsid w:val="001B7AAA"/>
    <w:rsid w:val="001C6440"/>
    <w:rsid w:val="001C6630"/>
    <w:rsid w:val="001C6FF1"/>
    <w:rsid w:val="001C7469"/>
    <w:rsid w:val="001D19C6"/>
    <w:rsid w:val="001D590B"/>
    <w:rsid w:val="001D5D17"/>
    <w:rsid w:val="001D60BB"/>
    <w:rsid w:val="001E137F"/>
    <w:rsid w:val="001E37E7"/>
    <w:rsid w:val="001E3FF0"/>
    <w:rsid w:val="001E65B1"/>
    <w:rsid w:val="001E75C2"/>
    <w:rsid w:val="001E7D26"/>
    <w:rsid w:val="001F1649"/>
    <w:rsid w:val="001F3AB2"/>
    <w:rsid w:val="001F4061"/>
    <w:rsid w:val="001F50D0"/>
    <w:rsid w:val="001F69CD"/>
    <w:rsid w:val="001F70D4"/>
    <w:rsid w:val="001F7B99"/>
    <w:rsid w:val="001F7BFC"/>
    <w:rsid w:val="001F7E93"/>
    <w:rsid w:val="00200542"/>
    <w:rsid w:val="00201AE4"/>
    <w:rsid w:val="00202947"/>
    <w:rsid w:val="00203D92"/>
    <w:rsid w:val="00206DDA"/>
    <w:rsid w:val="002074EC"/>
    <w:rsid w:val="002102BC"/>
    <w:rsid w:val="00211D7F"/>
    <w:rsid w:val="002138B6"/>
    <w:rsid w:val="00215643"/>
    <w:rsid w:val="002161D0"/>
    <w:rsid w:val="002177AC"/>
    <w:rsid w:val="002204C9"/>
    <w:rsid w:val="00220664"/>
    <w:rsid w:val="00222C94"/>
    <w:rsid w:val="00226050"/>
    <w:rsid w:val="002269E5"/>
    <w:rsid w:val="00227076"/>
    <w:rsid w:val="00227793"/>
    <w:rsid w:val="00230109"/>
    <w:rsid w:val="00230181"/>
    <w:rsid w:val="00230AE5"/>
    <w:rsid w:val="0023167D"/>
    <w:rsid w:val="00231C78"/>
    <w:rsid w:val="00231E61"/>
    <w:rsid w:val="0023277A"/>
    <w:rsid w:val="00233FE3"/>
    <w:rsid w:val="00234220"/>
    <w:rsid w:val="002342D1"/>
    <w:rsid w:val="00235222"/>
    <w:rsid w:val="00241AF8"/>
    <w:rsid w:val="002457A8"/>
    <w:rsid w:val="00247142"/>
    <w:rsid w:val="00250213"/>
    <w:rsid w:val="00250EC6"/>
    <w:rsid w:val="00251046"/>
    <w:rsid w:val="00251DAB"/>
    <w:rsid w:val="00252A09"/>
    <w:rsid w:val="002557C9"/>
    <w:rsid w:val="00255B2B"/>
    <w:rsid w:val="00255E9A"/>
    <w:rsid w:val="00261503"/>
    <w:rsid w:val="00263EB5"/>
    <w:rsid w:val="0026402F"/>
    <w:rsid w:val="0026478D"/>
    <w:rsid w:val="002649E4"/>
    <w:rsid w:val="00265369"/>
    <w:rsid w:val="0026715B"/>
    <w:rsid w:val="00270EB4"/>
    <w:rsid w:val="0027597C"/>
    <w:rsid w:val="002761D4"/>
    <w:rsid w:val="0027770B"/>
    <w:rsid w:val="00282161"/>
    <w:rsid w:val="0028349E"/>
    <w:rsid w:val="00284C3F"/>
    <w:rsid w:val="002854D0"/>
    <w:rsid w:val="00285935"/>
    <w:rsid w:val="00285ECF"/>
    <w:rsid w:val="0028631B"/>
    <w:rsid w:val="00286433"/>
    <w:rsid w:val="00291D83"/>
    <w:rsid w:val="00294385"/>
    <w:rsid w:val="00296A1A"/>
    <w:rsid w:val="00297759"/>
    <w:rsid w:val="00297941"/>
    <w:rsid w:val="00297CEF"/>
    <w:rsid w:val="002A00B4"/>
    <w:rsid w:val="002A1759"/>
    <w:rsid w:val="002A1914"/>
    <w:rsid w:val="002A5C40"/>
    <w:rsid w:val="002A6655"/>
    <w:rsid w:val="002A6BC4"/>
    <w:rsid w:val="002A7FBA"/>
    <w:rsid w:val="002B02B6"/>
    <w:rsid w:val="002B1089"/>
    <w:rsid w:val="002B314F"/>
    <w:rsid w:val="002B34C1"/>
    <w:rsid w:val="002B3731"/>
    <w:rsid w:val="002B42B5"/>
    <w:rsid w:val="002B4E6D"/>
    <w:rsid w:val="002B5160"/>
    <w:rsid w:val="002B7AB6"/>
    <w:rsid w:val="002C0B88"/>
    <w:rsid w:val="002C1C78"/>
    <w:rsid w:val="002C1CBE"/>
    <w:rsid w:val="002C1F4E"/>
    <w:rsid w:val="002C38F1"/>
    <w:rsid w:val="002C7637"/>
    <w:rsid w:val="002D5DC6"/>
    <w:rsid w:val="002D6528"/>
    <w:rsid w:val="002D7BF2"/>
    <w:rsid w:val="002E06DC"/>
    <w:rsid w:val="002E139C"/>
    <w:rsid w:val="002E2A00"/>
    <w:rsid w:val="002E4310"/>
    <w:rsid w:val="002F0FB3"/>
    <w:rsid w:val="002F30C7"/>
    <w:rsid w:val="002F4D78"/>
    <w:rsid w:val="002F5485"/>
    <w:rsid w:val="002F5AD8"/>
    <w:rsid w:val="003001ED"/>
    <w:rsid w:val="00301042"/>
    <w:rsid w:val="0030170C"/>
    <w:rsid w:val="003019BE"/>
    <w:rsid w:val="00302270"/>
    <w:rsid w:val="003043EB"/>
    <w:rsid w:val="003070FF"/>
    <w:rsid w:val="0030798E"/>
    <w:rsid w:val="0031071D"/>
    <w:rsid w:val="00312770"/>
    <w:rsid w:val="003127BC"/>
    <w:rsid w:val="0031311E"/>
    <w:rsid w:val="00313D16"/>
    <w:rsid w:val="00314B12"/>
    <w:rsid w:val="00315857"/>
    <w:rsid w:val="00315E84"/>
    <w:rsid w:val="00320581"/>
    <w:rsid w:val="00322E44"/>
    <w:rsid w:val="003233DD"/>
    <w:rsid w:val="00324707"/>
    <w:rsid w:val="00324D51"/>
    <w:rsid w:val="00325678"/>
    <w:rsid w:val="0032751D"/>
    <w:rsid w:val="003300E5"/>
    <w:rsid w:val="00330F00"/>
    <w:rsid w:val="00331C4E"/>
    <w:rsid w:val="0033256B"/>
    <w:rsid w:val="0033362C"/>
    <w:rsid w:val="00333AB8"/>
    <w:rsid w:val="0033439D"/>
    <w:rsid w:val="00334FCD"/>
    <w:rsid w:val="00337184"/>
    <w:rsid w:val="0033791D"/>
    <w:rsid w:val="00340540"/>
    <w:rsid w:val="00341ABF"/>
    <w:rsid w:val="00342133"/>
    <w:rsid w:val="00344407"/>
    <w:rsid w:val="003455A1"/>
    <w:rsid w:val="00347596"/>
    <w:rsid w:val="00353822"/>
    <w:rsid w:val="0035483C"/>
    <w:rsid w:val="00356A85"/>
    <w:rsid w:val="00361796"/>
    <w:rsid w:val="00361DD1"/>
    <w:rsid w:val="00362B78"/>
    <w:rsid w:val="00362EBD"/>
    <w:rsid w:val="00364F1F"/>
    <w:rsid w:val="00364FED"/>
    <w:rsid w:val="00366D15"/>
    <w:rsid w:val="00366D6E"/>
    <w:rsid w:val="0037008E"/>
    <w:rsid w:val="00370C8C"/>
    <w:rsid w:val="0037143D"/>
    <w:rsid w:val="003714F1"/>
    <w:rsid w:val="00373106"/>
    <w:rsid w:val="00373714"/>
    <w:rsid w:val="00374623"/>
    <w:rsid w:val="00374DA5"/>
    <w:rsid w:val="00375989"/>
    <w:rsid w:val="00375DA8"/>
    <w:rsid w:val="003760A2"/>
    <w:rsid w:val="00380FDF"/>
    <w:rsid w:val="00380FF0"/>
    <w:rsid w:val="00381977"/>
    <w:rsid w:val="003830C3"/>
    <w:rsid w:val="00383B33"/>
    <w:rsid w:val="00385A33"/>
    <w:rsid w:val="0038732E"/>
    <w:rsid w:val="003920DA"/>
    <w:rsid w:val="00392239"/>
    <w:rsid w:val="003925C5"/>
    <w:rsid w:val="0039359B"/>
    <w:rsid w:val="00395890"/>
    <w:rsid w:val="00396F95"/>
    <w:rsid w:val="0039718F"/>
    <w:rsid w:val="003A0AD4"/>
    <w:rsid w:val="003A28D2"/>
    <w:rsid w:val="003A3BA2"/>
    <w:rsid w:val="003A3EA9"/>
    <w:rsid w:val="003A77E0"/>
    <w:rsid w:val="003A7F16"/>
    <w:rsid w:val="003B0446"/>
    <w:rsid w:val="003B1383"/>
    <w:rsid w:val="003B203C"/>
    <w:rsid w:val="003B38AF"/>
    <w:rsid w:val="003B4A11"/>
    <w:rsid w:val="003B5334"/>
    <w:rsid w:val="003B636D"/>
    <w:rsid w:val="003B70B4"/>
    <w:rsid w:val="003B7334"/>
    <w:rsid w:val="003C0328"/>
    <w:rsid w:val="003C3D90"/>
    <w:rsid w:val="003C4DB2"/>
    <w:rsid w:val="003C57B3"/>
    <w:rsid w:val="003D06FC"/>
    <w:rsid w:val="003D1125"/>
    <w:rsid w:val="003D3503"/>
    <w:rsid w:val="003D55E7"/>
    <w:rsid w:val="003E23F6"/>
    <w:rsid w:val="003E2ADC"/>
    <w:rsid w:val="003F7B81"/>
    <w:rsid w:val="004013C7"/>
    <w:rsid w:val="004028A7"/>
    <w:rsid w:val="004033A2"/>
    <w:rsid w:val="00404C1E"/>
    <w:rsid w:val="004052EA"/>
    <w:rsid w:val="0040547B"/>
    <w:rsid w:val="004063BA"/>
    <w:rsid w:val="0041139B"/>
    <w:rsid w:val="004129C2"/>
    <w:rsid w:val="00413C76"/>
    <w:rsid w:val="0041412C"/>
    <w:rsid w:val="004158B3"/>
    <w:rsid w:val="004213B9"/>
    <w:rsid w:val="0042670E"/>
    <w:rsid w:val="004273D7"/>
    <w:rsid w:val="0043037F"/>
    <w:rsid w:val="00430DEE"/>
    <w:rsid w:val="0043115B"/>
    <w:rsid w:val="00432E6B"/>
    <w:rsid w:val="004366B1"/>
    <w:rsid w:val="00441C49"/>
    <w:rsid w:val="00441E22"/>
    <w:rsid w:val="00441E93"/>
    <w:rsid w:val="0044351C"/>
    <w:rsid w:val="00443677"/>
    <w:rsid w:val="00444A75"/>
    <w:rsid w:val="0044602A"/>
    <w:rsid w:val="00446BD0"/>
    <w:rsid w:val="00447823"/>
    <w:rsid w:val="0045033D"/>
    <w:rsid w:val="004515D6"/>
    <w:rsid w:val="00452811"/>
    <w:rsid w:val="00452E5B"/>
    <w:rsid w:val="004546B4"/>
    <w:rsid w:val="004563DA"/>
    <w:rsid w:val="00462D8C"/>
    <w:rsid w:val="00474795"/>
    <w:rsid w:val="0047557A"/>
    <w:rsid w:val="00475DA5"/>
    <w:rsid w:val="00477319"/>
    <w:rsid w:val="004805C8"/>
    <w:rsid w:val="00482544"/>
    <w:rsid w:val="004836BD"/>
    <w:rsid w:val="0049143A"/>
    <w:rsid w:val="00492AB2"/>
    <w:rsid w:val="0049520B"/>
    <w:rsid w:val="00496BE1"/>
    <w:rsid w:val="0049777D"/>
    <w:rsid w:val="004A0213"/>
    <w:rsid w:val="004A0DF6"/>
    <w:rsid w:val="004A24A1"/>
    <w:rsid w:val="004A310C"/>
    <w:rsid w:val="004A7FAF"/>
    <w:rsid w:val="004B1536"/>
    <w:rsid w:val="004B1A37"/>
    <w:rsid w:val="004B1E9D"/>
    <w:rsid w:val="004B2FD6"/>
    <w:rsid w:val="004C5F5E"/>
    <w:rsid w:val="004D230A"/>
    <w:rsid w:val="004D4F40"/>
    <w:rsid w:val="004D7701"/>
    <w:rsid w:val="004E0797"/>
    <w:rsid w:val="004E2104"/>
    <w:rsid w:val="004E2820"/>
    <w:rsid w:val="004E4AEE"/>
    <w:rsid w:val="004F14AE"/>
    <w:rsid w:val="004F1E17"/>
    <w:rsid w:val="004F3359"/>
    <w:rsid w:val="004F37C7"/>
    <w:rsid w:val="004F3EE2"/>
    <w:rsid w:val="004F5461"/>
    <w:rsid w:val="00500A63"/>
    <w:rsid w:val="00501FFD"/>
    <w:rsid w:val="00502B92"/>
    <w:rsid w:val="00502F8B"/>
    <w:rsid w:val="00502FAA"/>
    <w:rsid w:val="00503799"/>
    <w:rsid w:val="00503802"/>
    <w:rsid w:val="00504AA8"/>
    <w:rsid w:val="00504E75"/>
    <w:rsid w:val="00506EAF"/>
    <w:rsid w:val="0052018E"/>
    <w:rsid w:val="00520373"/>
    <w:rsid w:val="005215E3"/>
    <w:rsid w:val="005231F2"/>
    <w:rsid w:val="005246B8"/>
    <w:rsid w:val="00525147"/>
    <w:rsid w:val="005279F5"/>
    <w:rsid w:val="005306E4"/>
    <w:rsid w:val="00530895"/>
    <w:rsid w:val="0053187B"/>
    <w:rsid w:val="00534ADA"/>
    <w:rsid w:val="00540144"/>
    <w:rsid w:val="00540A56"/>
    <w:rsid w:val="005421B6"/>
    <w:rsid w:val="0054238E"/>
    <w:rsid w:val="00543103"/>
    <w:rsid w:val="00544358"/>
    <w:rsid w:val="005462F3"/>
    <w:rsid w:val="00546F67"/>
    <w:rsid w:val="00547D0F"/>
    <w:rsid w:val="00551F9B"/>
    <w:rsid w:val="00554586"/>
    <w:rsid w:val="0055683C"/>
    <w:rsid w:val="0055722F"/>
    <w:rsid w:val="0056217E"/>
    <w:rsid w:val="0056223B"/>
    <w:rsid w:val="0057324C"/>
    <w:rsid w:val="00575280"/>
    <w:rsid w:val="00580975"/>
    <w:rsid w:val="00580AD4"/>
    <w:rsid w:val="00580C0D"/>
    <w:rsid w:val="00584FE6"/>
    <w:rsid w:val="005851AD"/>
    <w:rsid w:val="0058547F"/>
    <w:rsid w:val="005918DD"/>
    <w:rsid w:val="0059312A"/>
    <w:rsid w:val="00593711"/>
    <w:rsid w:val="0059652E"/>
    <w:rsid w:val="0059778B"/>
    <w:rsid w:val="005A1ED0"/>
    <w:rsid w:val="005A38EA"/>
    <w:rsid w:val="005A3A90"/>
    <w:rsid w:val="005B2F3C"/>
    <w:rsid w:val="005B3626"/>
    <w:rsid w:val="005B3DAA"/>
    <w:rsid w:val="005C0AE2"/>
    <w:rsid w:val="005C0F20"/>
    <w:rsid w:val="005C2A30"/>
    <w:rsid w:val="005C467C"/>
    <w:rsid w:val="005D0270"/>
    <w:rsid w:val="005D1621"/>
    <w:rsid w:val="005D3F13"/>
    <w:rsid w:val="005D5F07"/>
    <w:rsid w:val="005E0F20"/>
    <w:rsid w:val="005E3DA1"/>
    <w:rsid w:val="005E548E"/>
    <w:rsid w:val="005E6B11"/>
    <w:rsid w:val="005F116F"/>
    <w:rsid w:val="005F3505"/>
    <w:rsid w:val="005F43DE"/>
    <w:rsid w:val="005F54F3"/>
    <w:rsid w:val="005F5533"/>
    <w:rsid w:val="005F6102"/>
    <w:rsid w:val="005F65CA"/>
    <w:rsid w:val="005F6AEB"/>
    <w:rsid w:val="005F7421"/>
    <w:rsid w:val="0060179D"/>
    <w:rsid w:val="00602AF9"/>
    <w:rsid w:val="00602C17"/>
    <w:rsid w:val="00604672"/>
    <w:rsid w:val="0060499A"/>
    <w:rsid w:val="00610207"/>
    <w:rsid w:val="00610DE6"/>
    <w:rsid w:val="006120D3"/>
    <w:rsid w:val="006124F0"/>
    <w:rsid w:val="006126BA"/>
    <w:rsid w:val="00613761"/>
    <w:rsid w:val="00613C02"/>
    <w:rsid w:val="0062198B"/>
    <w:rsid w:val="00623FCD"/>
    <w:rsid w:val="00625B82"/>
    <w:rsid w:val="0062754E"/>
    <w:rsid w:val="00633B5B"/>
    <w:rsid w:val="00633BDB"/>
    <w:rsid w:val="00633DD4"/>
    <w:rsid w:val="0064016C"/>
    <w:rsid w:val="0064280E"/>
    <w:rsid w:val="00642D19"/>
    <w:rsid w:val="00647935"/>
    <w:rsid w:val="00647DCB"/>
    <w:rsid w:val="00647F94"/>
    <w:rsid w:val="00650064"/>
    <w:rsid w:val="00650974"/>
    <w:rsid w:val="00650A34"/>
    <w:rsid w:val="006535B7"/>
    <w:rsid w:val="00656789"/>
    <w:rsid w:val="00656E8B"/>
    <w:rsid w:val="00661072"/>
    <w:rsid w:val="00663914"/>
    <w:rsid w:val="0066401B"/>
    <w:rsid w:val="00665518"/>
    <w:rsid w:val="00665F6A"/>
    <w:rsid w:val="00666F98"/>
    <w:rsid w:val="00671C29"/>
    <w:rsid w:val="00672607"/>
    <w:rsid w:val="0067663A"/>
    <w:rsid w:val="006842EE"/>
    <w:rsid w:val="00684458"/>
    <w:rsid w:val="00684533"/>
    <w:rsid w:val="00684A09"/>
    <w:rsid w:val="00686358"/>
    <w:rsid w:val="0068700E"/>
    <w:rsid w:val="00687605"/>
    <w:rsid w:val="00690CE8"/>
    <w:rsid w:val="0069196B"/>
    <w:rsid w:val="00693262"/>
    <w:rsid w:val="0069363F"/>
    <w:rsid w:val="00693897"/>
    <w:rsid w:val="0069391D"/>
    <w:rsid w:val="006954DA"/>
    <w:rsid w:val="00695621"/>
    <w:rsid w:val="006A1199"/>
    <w:rsid w:val="006A1F4C"/>
    <w:rsid w:val="006A3B37"/>
    <w:rsid w:val="006A3C72"/>
    <w:rsid w:val="006A447F"/>
    <w:rsid w:val="006A4B3C"/>
    <w:rsid w:val="006A52FD"/>
    <w:rsid w:val="006A59F3"/>
    <w:rsid w:val="006A601A"/>
    <w:rsid w:val="006B28C1"/>
    <w:rsid w:val="006B483E"/>
    <w:rsid w:val="006B4F38"/>
    <w:rsid w:val="006B6F8A"/>
    <w:rsid w:val="006C150B"/>
    <w:rsid w:val="006C16F1"/>
    <w:rsid w:val="006C252A"/>
    <w:rsid w:val="006C356E"/>
    <w:rsid w:val="006C3CEC"/>
    <w:rsid w:val="006C405A"/>
    <w:rsid w:val="006C669A"/>
    <w:rsid w:val="006C73BD"/>
    <w:rsid w:val="006D4F94"/>
    <w:rsid w:val="006E215E"/>
    <w:rsid w:val="006E5282"/>
    <w:rsid w:val="006E7295"/>
    <w:rsid w:val="006F2629"/>
    <w:rsid w:val="006F55BF"/>
    <w:rsid w:val="006F6E4D"/>
    <w:rsid w:val="006F7948"/>
    <w:rsid w:val="006F7C34"/>
    <w:rsid w:val="007005A6"/>
    <w:rsid w:val="00701547"/>
    <w:rsid w:val="00702821"/>
    <w:rsid w:val="00702A86"/>
    <w:rsid w:val="007033D0"/>
    <w:rsid w:val="00706EEE"/>
    <w:rsid w:val="00710010"/>
    <w:rsid w:val="00710B58"/>
    <w:rsid w:val="00710D47"/>
    <w:rsid w:val="007122AB"/>
    <w:rsid w:val="00715133"/>
    <w:rsid w:val="0071616E"/>
    <w:rsid w:val="007169E3"/>
    <w:rsid w:val="007201F4"/>
    <w:rsid w:val="00723ACB"/>
    <w:rsid w:val="0072673C"/>
    <w:rsid w:val="00731515"/>
    <w:rsid w:val="00732258"/>
    <w:rsid w:val="00732C49"/>
    <w:rsid w:val="0073387F"/>
    <w:rsid w:val="0073747E"/>
    <w:rsid w:val="00737729"/>
    <w:rsid w:val="00740D75"/>
    <w:rsid w:val="00741D56"/>
    <w:rsid w:val="00742921"/>
    <w:rsid w:val="00747455"/>
    <w:rsid w:val="00747894"/>
    <w:rsid w:val="00747C78"/>
    <w:rsid w:val="00750D40"/>
    <w:rsid w:val="00752554"/>
    <w:rsid w:val="00752AE9"/>
    <w:rsid w:val="00754338"/>
    <w:rsid w:val="00755F90"/>
    <w:rsid w:val="00756198"/>
    <w:rsid w:val="0076090D"/>
    <w:rsid w:val="00765154"/>
    <w:rsid w:val="007658E2"/>
    <w:rsid w:val="00766278"/>
    <w:rsid w:val="00766C5D"/>
    <w:rsid w:val="0077288E"/>
    <w:rsid w:val="0077576F"/>
    <w:rsid w:val="00777C5F"/>
    <w:rsid w:val="007801A5"/>
    <w:rsid w:val="00783269"/>
    <w:rsid w:val="00787253"/>
    <w:rsid w:val="00787626"/>
    <w:rsid w:val="007908C5"/>
    <w:rsid w:val="00790C8C"/>
    <w:rsid w:val="0079161F"/>
    <w:rsid w:val="00791976"/>
    <w:rsid w:val="00793911"/>
    <w:rsid w:val="00794B2B"/>
    <w:rsid w:val="0079685D"/>
    <w:rsid w:val="007971A3"/>
    <w:rsid w:val="007A0628"/>
    <w:rsid w:val="007A0833"/>
    <w:rsid w:val="007A5039"/>
    <w:rsid w:val="007A504D"/>
    <w:rsid w:val="007A514B"/>
    <w:rsid w:val="007A540E"/>
    <w:rsid w:val="007A573B"/>
    <w:rsid w:val="007A5F77"/>
    <w:rsid w:val="007A77E2"/>
    <w:rsid w:val="007B130D"/>
    <w:rsid w:val="007B275C"/>
    <w:rsid w:val="007B2DA1"/>
    <w:rsid w:val="007B3D13"/>
    <w:rsid w:val="007B3F88"/>
    <w:rsid w:val="007B69CF"/>
    <w:rsid w:val="007D0CE8"/>
    <w:rsid w:val="007D115F"/>
    <w:rsid w:val="007D1EFC"/>
    <w:rsid w:val="007D23BB"/>
    <w:rsid w:val="007D2A89"/>
    <w:rsid w:val="007D3029"/>
    <w:rsid w:val="007E0B6A"/>
    <w:rsid w:val="007E4C55"/>
    <w:rsid w:val="007E5A2A"/>
    <w:rsid w:val="007E6ACE"/>
    <w:rsid w:val="007F052C"/>
    <w:rsid w:val="007F0969"/>
    <w:rsid w:val="007F12A2"/>
    <w:rsid w:val="007F47C0"/>
    <w:rsid w:val="007F48A4"/>
    <w:rsid w:val="007F52A9"/>
    <w:rsid w:val="008049C6"/>
    <w:rsid w:val="0080533B"/>
    <w:rsid w:val="00810C3E"/>
    <w:rsid w:val="00811EAE"/>
    <w:rsid w:val="008131CF"/>
    <w:rsid w:val="008145E0"/>
    <w:rsid w:val="008153BD"/>
    <w:rsid w:val="00816FE6"/>
    <w:rsid w:val="00817F00"/>
    <w:rsid w:val="0082067C"/>
    <w:rsid w:val="00821678"/>
    <w:rsid w:val="00821BF0"/>
    <w:rsid w:val="00821D19"/>
    <w:rsid w:val="008253A4"/>
    <w:rsid w:val="00830205"/>
    <w:rsid w:val="00831861"/>
    <w:rsid w:val="00831873"/>
    <w:rsid w:val="008347B4"/>
    <w:rsid w:val="008358D2"/>
    <w:rsid w:val="00835C2C"/>
    <w:rsid w:val="0083704F"/>
    <w:rsid w:val="00841E95"/>
    <w:rsid w:val="0084248B"/>
    <w:rsid w:val="00845227"/>
    <w:rsid w:val="00846339"/>
    <w:rsid w:val="008463C2"/>
    <w:rsid w:val="008517D3"/>
    <w:rsid w:val="008522B8"/>
    <w:rsid w:val="0085340D"/>
    <w:rsid w:val="00854B92"/>
    <w:rsid w:val="00855667"/>
    <w:rsid w:val="0085741B"/>
    <w:rsid w:val="00857ABB"/>
    <w:rsid w:val="00861DD4"/>
    <w:rsid w:val="00862AF3"/>
    <w:rsid w:val="00863C80"/>
    <w:rsid w:val="0086415B"/>
    <w:rsid w:val="008672A3"/>
    <w:rsid w:val="00867465"/>
    <w:rsid w:val="00871E73"/>
    <w:rsid w:val="00871E88"/>
    <w:rsid w:val="00875E6F"/>
    <w:rsid w:val="00876C91"/>
    <w:rsid w:val="00877B2A"/>
    <w:rsid w:val="00882EB5"/>
    <w:rsid w:val="00884B03"/>
    <w:rsid w:val="00885453"/>
    <w:rsid w:val="00885BD2"/>
    <w:rsid w:val="008864BB"/>
    <w:rsid w:val="0088747C"/>
    <w:rsid w:val="00887581"/>
    <w:rsid w:val="00890608"/>
    <w:rsid w:val="008927A6"/>
    <w:rsid w:val="008932F9"/>
    <w:rsid w:val="00896DFD"/>
    <w:rsid w:val="00897302"/>
    <w:rsid w:val="00897461"/>
    <w:rsid w:val="00897ECB"/>
    <w:rsid w:val="008A1BDD"/>
    <w:rsid w:val="008A3E06"/>
    <w:rsid w:val="008A6DF8"/>
    <w:rsid w:val="008B0F73"/>
    <w:rsid w:val="008B25E8"/>
    <w:rsid w:val="008B40A9"/>
    <w:rsid w:val="008B4E47"/>
    <w:rsid w:val="008B5374"/>
    <w:rsid w:val="008B6693"/>
    <w:rsid w:val="008C1856"/>
    <w:rsid w:val="008C1890"/>
    <w:rsid w:val="008C18C8"/>
    <w:rsid w:val="008C5D28"/>
    <w:rsid w:val="008C6795"/>
    <w:rsid w:val="008D07A1"/>
    <w:rsid w:val="008D0BCC"/>
    <w:rsid w:val="008D4D24"/>
    <w:rsid w:val="008D55DB"/>
    <w:rsid w:val="008D72E9"/>
    <w:rsid w:val="008D782F"/>
    <w:rsid w:val="008D7E51"/>
    <w:rsid w:val="008E0DC6"/>
    <w:rsid w:val="008E4A0E"/>
    <w:rsid w:val="008E6063"/>
    <w:rsid w:val="008E7948"/>
    <w:rsid w:val="008E7CBA"/>
    <w:rsid w:val="008F0B42"/>
    <w:rsid w:val="008F0FC6"/>
    <w:rsid w:val="008F2B17"/>
    <w:rsid w:val="008F2B61"/>
    <w:rsid w:val="008F2C4F"/>
    <w:rsid w:val="008F4613"/>
    <w:rsid w:val="008F531F"/>
    <w:rsid w:val="008F5FF6"/>
    <w:rsid w:val="00900273"/>
    <w:rsid w:val="0090298A"/>
    <w:rsid w:val="00905AC5"/>
    <w:rsid w:val="009071BE"/>
    <w:rsid w:val="00907706"/>
    <w:rsid w:val="009101EC"/>
    <w:rsid w:val="00914CE5"/>
    <w:rsid w:val="00915D86"/>
    <w:rsid w:val="0091634A"/>
    <w:rsid w:val="009165B4"/>
    <w:rsid w:val="00921549"/>
    <w:rsid w:val="0092306A"/>
    <w:rsid w:val="00925CC1"/>
    <w:rsid w:val="00925CFD"/>
    <w:rsid w:val="00925EE4"/>
    <w:rsid w:val="0093059C"/>
    <w:rsid w:val="00931274"/>
    <w:rsid w:val="00932DC1"/>
    <w:rsid w:val="0093361C"/>
    <w:rsid w:val="00936B31"/>
    <w:rsid w:val="0093710F"/>
    <w:rsid w:val="00937C0F"/>
    <w:rsid w:val="00937C1C"/>
    <w:rsid w:val="00940E76"/>
    <w:rsid w:val="009425BB"/>
    <w:rsid w:val="00942E38"/>
    <w:rsid w:val="009433F4"/>
    <w:rsid w:val="00943A68"/>
    <w:rsid w:val="00953152"/>
    <w:rsid w:val="00954880"/>
    <w:rsid w:val="00956428"/>
    <w:rsid w:val="00956E01"/>
    <w:rsid w:val="00961D7B"/>
    <w:rsid w:val="00963D5E"/>
    <w:rsid w:val="009675F9"/>
    <w:rsid w:val="00967996"/>
    <w:rsid w:val="0097007B"/>
    <w:rsid w:val="00971B62"/>
    <w:rsid w:val="00972EBF"/>
    <w:rsid w:val="00974BCC"/>
    <w:rsid w:val="00983750"/>
    <w:rsid w:val="00985368"/>
    <w:rsid w:val="0098565A"/>
    <w:rsid w:val="009857B4"/>
    <w:rsid w:val="009874AF"/>
    <w:rsid w:val="00987B11"/>
    <w:rsid w:val="00987B5D"/>
    <w:rsid w:val="00992029"/>
    <w:rsid w:val="009936D1"/>
    <w:rsid w:val="009A1EE8"/>
    <w:rsid w:val="009A4582"/>
    <w:rsid w:val="009B1BE2"/>
    <w:rsid w:val="009B4777"/>
    <w:rsid w:val="009B4EC0"/>
    <w:rsid w:val="009B59DC"/>
    <w:rsid w:val="009B61C4"/>
    <w:rsid w:val="009B621B"/>
    <w:rsid w:val="009B660F"/>
    <w:rsid w:val="009C4202"/>
    <w:rsid w:val="009C4C32"/>
    <w:rsid w:val="009C6E99"/>
    <w:rsid w:val="009D2137"/>
    <w:rsid w:val="009D2F18"/>
    <w:rsid w:val="009D3A89"/>
    <w:rsid w:val="009D3DA2"/>
    <w:rsid w:val="009D637D"/>
    <w:rsid w:val="009D6592"/>
    <w:rsid w:val="009E2310"/>
    <w:rsid w:val="009E2EC4"/>
    <w:rsid w:val="009E4981"/>
    <w:rsid w:val="009E4A17"/>
    <w:rsid w:val="009E4A3B"/>
    <w:rsid w:val="009E51DE"/>
    <w:rsid w:val="009F0BC4"/>
    <w:rsid w:val="009F37BC"/>
    <w:rsid w:val="009F4C46"/>
    <w:rsid w:val="009F538C"/>
    <w:rsid w:val="009F5975"/>
    <w:rsid w:val="009F6B74"/>
    <w:rsid w:val="009F6EB9"/>
    <w:rsid w:val="00A0527C"/>
    <w:rsid w:val="00A05A96"/>
    <w:rsid w:val="00A065A0"/>
    <w:rsid w:val="00A06E68"/>
    <w:rsid w:val="00A117D4"/>
    <w:rsid w:val="00A15804"/>
    <w:rsid w:val="00A167FE"/>
    <w:rsid w:val="00A16E1F"/>
    <w:rsid w:val="00A20DF2"/>
    <w:rsid w:val="00A25547"/>
    <w:rsid w:val="00A261BD"/>
    <w:rsid w:val="00A304B6"/>
    <w:rsid w:val="00A31396"/>
    <w:rsid w:val="00A321E3"/>
    <w:rsid w:val="00A332CC"/>
    <w:rsid w:val="00A34972"/>
    <w:rsid w:val="00A3740D"/>
    <w:rsid w:val="00A374B8"/>
    <w:rsid w:val="00A42170"/>
    <w:rsid w:val="00A443DF"/>
    <w:rsid w:val="00A46CF3"/>
    <w:rsid w:val="00A47E67"/>
    <w:rsid w:val="00A5178F"/>
    <w:rsid w:val="00A51EFD"/>
    <w:rsid w:val="00A521BF"/>
    <w:rsid w:val="00A5536A"/>
    <w:rsid w:val="00A559FD"/>
    <w:rsid w:val="00A606FD"/>
    <w:rsid w:val="00A65BBF"/>
    <w:rsid w:val="00A6681F"/>
    <w:rsid w:val="00A711F0"/>
    <w:rsid w:val="00A71478"/>
    <w:rsid w:val="00A71B2E"/>
    <w:rsid w:val="00A74EAE"/>
    <w:rsid w:val="00A755B0"/>
    <w:rsid w:val="00A759BC"/>
    <w:rsid w:val="00A75C1A"/>
    <w:rsid w:val="00A76B68"/>
    <w:rsid w:val="00A77299"/>
    <w:rsid w:val="00A824E4"/>
    <w:rsid w:val="00A83957"/>
    <w:rsid w:val="00A83A5F"/>
    <w:rsid w:val="00A86F93"/>
    <w:rsid w:val="00A979E3"/>
    <w:rsid w:val="00AA058B"/>
    <w:rsid w:val="00AA1B63"/>
    <w:rsid w:val="00AA5CD2"/>
    <w:rsid w:val="00AA605C"/>
    <w:rsid w:val="00AA764E"/>
    <w:rsid w:val="00AB0C70"/>
    <w:rsid w:val="00AB2540"/>
    <w:rsid w:val="00AB2AB0"/>
    <w:rsid w:val="00AB5977"/>
    <w:rsid w:val="00AC0CE0"/>
    <w:rsid w:val="00AC2BF1"/>
    <w:rsid w:val="00AC458F"/>
    <w:rsid w:val="00AC47A7"/>
    <w:rsid w:val="00AC72C9"/>
    <w:rsid w:val="00AD216A"/>
    <w:rsid w:val="00AD2972"/>
    <w:rsid w:val="00AD3D66"/>
    <w:rsid w:val="00AD4F79"/>
    <w:rsid w:val="00AD567B"/>
    <w:rsid w:val="00AE160E"/>
    <w:rsid w:val="00AE1EB8"/>
    <w:rsid w:val="00AE2057"/>
    <w:rsid w:val="00AE2F40"/>
    <w:rsid w:val="00AE441F"/>
    <w:rsid w:val="00AE4993"/>
    <w:rsid w:val="00AE6426"/>
    <w:rsid w:val="00AF0BE0"/>
    <w:rsid w:val="00AF10CE"/>
    <w:rsid w:val="00AF1294"/>
    <w:rsid w:val="00AF1BDA"/>
    <w:rsid w:val="00AF320C"/>
    <w:rsid w:val="00AF3DAD"/>
    <w:rsid w:val="00AF69E9"/>
    <w:rsid w:val="00AF7754"/>
    <w:rsid w:val="00B0178D"/>
    <w:rsid w:val="00B04D3A"/>
    <w:rsid w:val="00B05178"/>
    <w:rsid w:val="00B05568"/>
    <w:rsid w:val="00B06FC7"/>
    <w:rsid w:val="00B10AAC"/>
    <w:rsid w:val="00B11169"/>
    <w:rsid w:val="00B11387"/>
    <w:rsid w:val="00B1471A"/>
    <w:rsid w:val="00B178F3"/>
    <w:rsid w:val="00B20530"/>
    <w:rsid w:val="00B20C2D"/>
    <w:rsid w:val="00B264C6"/>
    <w:rsid w:val="00B30735"/>
    <w:rsid w:val="00B311B9"/>
    <w:rsid w:val="00B327C7"/>
    <w:rsid w:val="00B339DE"/>
    <w:rsid w:val="00B3622D"/>
    <w:rsid w:val="00B36A43"/>
    <w:rsid w:val="00B36F57"/>
    <w:rsid w:val="00B37514"/>
    <w:rsid w:val="00B40EAC"/>
    <w:rsid w:val="00B41043"/>
    <w:rsid w:val="00B41393"/>
    <w:rsid w:val="00B43ED1"/>
    <w:rsid w:val="00B451A5"/>
    <w:rsid w:val="00B453A2"/>
    <w:rsid w:val="00B45A6A"/>
    <w:rsid w:val="00B45CC3"/>
    <w:rsid w:val="00B46C83"/>
    <w:rsid w:val="00B52309"/>
    <w:rsid w:val="00B56139"/>
    <w:rsid w:val="00B56EBF"/>
    <w:rsid w:val="00B61079"/>
    <w:rsid w:val="00B6112F"/>
    <w:rsid w:val="00B6191E"/>
    <w:rsid w:val="00B62E07"/>
    <w:rsid w:val="00B62EBB"/>
    <w:rsid w:val="00B632CC"/>
    <w:rsid w:val="00B64DB7"/>
    <w:rsid w:val="00B64F1A"/>
    <w:rsid w:val="00B650B2"/>
    <w:rsid w:val="00B659B4"/>
    <w:rsid w:val="00B663D3"/>
    <w:rsid w:val="00B67F4B"/>
    <w:rsid w:val="00B70AC0"/>
    <w:rsid w:val="00B70BAC"/>
    <w:rsid w:val="00B724EB"/>
    <w:rsid w:val="00B73237"/>
    <w:rsid w:val="00B75748"/>
    <w:rsid w:val="00B75CAB"/>
    <w:rsid w:val="00B76FF4"/>
    <w:rsid w:val="00B803D6"/>
    <w:rsid w:val="00B80618"/>
    <w:rsid w:val="00B81670"/>
    <w:rsid w:val="00B8381E"/>
    <w:rsid w:val="00B850DF"/>
    <w:rsid w:val="00B86616"/>
    <w:rsid w:val="00B92662"/>
    <w:rsid w:val="00B92FDB"/>
    <w:rsid w:val="00B93F21"/>
    <w:rsid w:val="00B945E2"/>
    <w:rsid w:val="00B94BC0"/>
    <w:rsid w:val="00B94DF1"/>
    <w:rsid w:val="00B959BA"/>
    <w:rsid w:val="00B96E93"/>
    <w:rsid w:val="00B97D44"/>
    <w:rsid w:val="00BA215A"/>
    <w:rsid w:val="00BA3B62"/>
    <w:rsid w:val="00BA3F2D"/>
    <w:rsid w:val="00BA5F74"/>
    <w:rsid w:val="00BB3113"/>
    <w:rsid w:val="00BB3A0C"/>
    <w:rsid w:val="00BB555A"/>
    <w:rsid w:val="00BB5CF8"/>
    <w:rsid w:val="00BB659C"/>
    <w:rsid w:val="00BB67CD"/>
    <w:rsid w:val="00BC0260"/>
    <w:rsid w:val="00BC5140"/>
    <w:rsid w:val="00BC5B4F"/>
    <w:rsid w:val="00BC5D56"/>
    <w:rsid w:val="00BC5F1B"/>
    <w:rsid w:val="00BD5C13"/>
    <w:rsid w:val="00BE00B4"/>
    <w:rsid w:val="00BE07F8"/>
    <w:rsid w:val="00BE146C"/>
    <w:rsid w:val="00BE1886"/>
    <w:rsid w:val="00BE1F34"/>
    <w:rsid w:val="00BE5A0E"/>
    <w:rsid w:val="00BE5A9C"/>
    <w:rsid w:val="00BE5FBB"/>
    <w:rsid w:val="00BE5FF1"/>
    <w:rsid w:val="00BE6037"/>
    <w:rsid w:val="00BF0D77"/>
    <w:rsid w:val="00BF13D2"/>
    <w:rsid w:val="00BF180D"/>
    <w:rsid w:val="00BF1A0B"/>
    <w:rsid w:val="00BF50E7"/>
    <w:rsid w:val="00BF5337"/>
    <w:rsid w:val="00BF5A77"/>
    <w:rsid w:val="00BF6F94"/>
    <w:rsid w:val="00BF7A5C"/>
    <w:rsid w:val="00BF7BEC"/>
    <w:rsid w:val="00C003F0"/>
    <w:rsid w:val="00C0587E"/>
    <w:rsid w:val="00C078FD"/>
    <w:rsid w:val="00C11166"/>
    <w:rsid w:val="00C16107"/>
    <w:rsid w:val="00C1648E"/>
    <w:rsid w:val="00C178C2"/>
    <w:rsid w:val="00C265C3"/>
    <w:rsid w:val="00C27BA3"/>
    <w:rsid w:val="00C3042E"/>
    <w:rsid w:val="00C333D9"/>
    <w:rsid w:val="00C33FDD"/>
    <w:rsid w:val="00C34264"/>
    <w:rsid w:val="00C342AC"/>
    <w:rsid w:val="00C35E9B"/>
    <w:rsid w:val="00C403C5"/>
    <w:rsid w:val="00C40530"/>
    <w:rsid w:val="00C42957"/>
    <w:rsid w:val="00C4411C"/>
    <w:rsid w:val="00C442C2"/>
    <w:rsid w:val="00C44F80"/>
    <w:rsid w:val="00C4619C"/>
    <w:rsid w:val="00C470C3"/>
    <w:rsid w:val="00C47893"/>
    <w:rsid w:val="00C52346"/>
    <w:rsid w:val="00C538CC"/>
    <w:rsid w:val="00C53B37"/>
    <w:rsid w:val="00C53FCF"/>
    <w:rsid w:val="00C5519B"/>
    <w:rsid w:val="00C56E7B"/>
    <w:rsid w:val="00C613EF"/>
    <w:rsid w:val="00C61A8B"/>
    <w:rsid w:val="00C62AF1"/>
    <w:rsid w:val="00C64AB3"/>
    <w:rsid w:val="00C655C0"/>
    <w:rsid w:val="00C6618D"/>
    <w:rsid w:val="00C66991"/>
    <w:rsid w:val="00C67C8E"/>
    <w:rsid w:val="00C71451"/>
    <w:rsid w:val="00C74A75"/>
    <w:rsid w:val="00C7595E"/>
    <w:rsid w:val="00C7608C"/>
    <w:rsid w:val="00C7764F"/>
    <w:rsid w:val="00C77E76"/>
    <w:rsid w:val="00C80BAA"/>
    <w:rsid w:val="00C82D79"/>
    <w:rsid w:val="00C83CB4"/>
    <w:rsid w:val="00C85E44"/>
    <w:rsid w:val="00C861E2"/>
    <w:rsid w:val="00C874EA"/>
    <w:rsid w:val="00C90054"/>
    <w:rsid w:val="00C91C1C"/>
    <w:rsid w:val="00C92530"/>
    <w:rsid w:val="00C93888"/>
    <w:rsid w:val="00C93F96"/>
    <w:rsid w:val="00C942B1"/>
    <w:rsid w:val="00C955C1"/>
    <w:rsid w:val="00C962A4"/>
    <w:rsid w:val="00C9720A"/>
    <w:rsid w:val="00C97F17"/>
    <w:rsid w:val="00C97FEF"/>
    <w:rsid w:val="00CA0894"/>
    <w:rsid w:val="00CA180C"/>
    <w:rsid w:val="00CA21FA"/>
    <w:rsid w:val="00CA22DD"/>
    <w:rsid w:val="00CA29A6"/>
    <w:rsid w:val="00CA3D13"/>
    <w:rsid w:val="00CA4588"/>
    <w:rsid w:val="00CA7AB6"/>
    <w:rsid w:val="00CB3567"/>
    <w:rsid w:val="00CC1D16"/>
    <w:rsid w:val="00CC1E1F"/>
    <w:rsid w:val="00CC22A3"/>
    <w:rsid w:val="00CC32E0"/>
    <w:rsid w:val="00CC3893"/>
    <w:rsid w:val="00CC3A16"/>
    <w:rsid w:val="00CC65C0"/>
    <w:rsid w:val="00CC7B4D"/>
    <w:rsid w:val="00CD018C"/>
    <w:rsid w:val="00CD1424"/>
    <w:rsid w:val="00CD1DA9"/>
    <w:rsid w:val="00CD2E9B"/>
    <w:rsid w:val="00CD305B"/>
    <w:rsid w:val="00CD4A18"/>
    <w:rsid w:val="00CD4E23"/>
    <w:rsid w:val="00CD510A"/>
    <w:rsid w:val="00CE004B"/>
    <w:rsid w:val="00CE16EA"/>
    <w:rsid w:val="00CE2AD1"/>
    <w:rsid w:val="00CF3D93"/>
    <w:rsid w:val="00CF62C4"/>
    <w:rsid w:val="00CF6C00"/>
    <w:rsid w:val="00D00844"/>
    <w:rsid w:val="00D01656"/>
    <w:rsid w:val="00D02B55"/>
    <w:rsid w:val="00D02CF4"/>
    <w:rsid w:val="00D02E3F"/>
    <w:rsid w:val="00D03925"/>
    <w:rsid w:val="00D050A5"/>
    <w:rsid w:val="00D06C2C"/>
    <w:rsid w:val="00D12856"/>
    <w:rsid w:val="00D13974"/>
    <w:rsid w:val="00D13DA4"/>
    <w:rsid w:val="00D15141"/>
    <w:rsid w:val="00D168F2"/>
    <w:rsid w:val="00D16C12"/>
    <w:rsid w:val="00D16CE0"/>
    <w:rsid w:val="00D22599"/>
    <w:rsid w:val="00D2452C"/>
    <w:rsid w:val="00D254CA"/>
    <w:rsid w:val="00D25D2E"/>
    <w:rsid w:val="00D272D4"/>
    <w:rsid w:val="00D27A51"/>
    <w:rsid w:val="00D27C1C"/>
    <w:rsid w:val="00D31936"/>
    <w:rsid w:val="00D32F3B"/>
    <w:rsid w:val="00D34B49"/>
    <w:rsid w:val="00D34D4A"/>
    <w:rsid w:val="00D4117A"/>
    <w:rsid w:val="00D42695"/>
    <w:rsid w:val="00D432DC"/>
    <w:rsid w:val="00D4449E"/>
    <w:rsid w:val="00D4585A"/>
    <w:rsid w:val="00D4661E"/>
    <w:rsid w:val="00D46E38"/>
    <w:rsid w:val="00D47DF5"/>
    <w:rsid w:val="00D50A88"/>
    <w:rsid w:val="00D51195"/>
    <w:rsid w:val="00D52FA2"/>
    <w:rsid w:val="00D538AB"/>
    <w:rsid w:val="00D53CA5"/>
    <w:rsid w:val="00D54194"/>
    <w:rsid w:val="00D55C6B"/>
    <w:rsid w:val="00D60C53"/>
    <w:rsid w:val="00D63425"/>
    <w:rsid w:val="00D634E7"/>
    <w:rsid w:val="00D63CC3"/>
    <w:rsid w:val="00D659FE"/>
    <w:rsid w:val="00D707B1"/>
    <w:rsid w:val="00D7202B"/>
    <w:rsid w:val="00D72FB7"/>
    <w:rsid w:val="00D73EF0"/>
    <w:rsid w:val="00D74499"/>
    <w:rsid w:val="00D74B96"/>
    <w:rsid w:val="00D75042"/>
    <w:rsid w:val="00D755D5"/>
    <w:rsid w:val="00D8020E"/>
    <w:rsid w:val="00D819E2"/>
    <w:rsid w:val="00D84065"/>
    <w:rsid w:val="00D857DA"/>
    <w:rsid w:val="00D86D2B"/>
    <w:rsid w:val="00D8726C"/>
    <w:rsid w:val="00D878B1"/>
    <w:rsid w:val="00D90259"/>
    <w:rsid w:val="00D90743"/>
    <w:rsid w:val="00D909FD"/>
    <w:rsid w:val="00D91540"/>
    <w:rsid w:val="00D9366B"/>
    <w:rsid w:val="00D94F88"/>
    <w:rsid w:val="00D9532E"/>
    <w:rsid w:val="00D967D6"/>
    <w:rsid w:val="00D9716D"/>
    <w:rsid w:val="00D973B8"/>
    <w:rsid w:val="00DA1E40"/>
    <w:rsid w:val="00DA2392"/>
    <w:rsid w:val="00DA247E"/>
    <w:rsid w:val="00DA5706"/>
    <w:rsid w:val="00DA5AC3"/>
    <w:rsid w:val="00DA601B"/>
    <w:rsid w:val="00DB215B"/>
    <w:rsid w:val="00DB4E7A"/>
    <w:rsid w:val="00DB7DF8"/>
    <w:rsid w:val="00DC1518"/>
    <w:rsid w:val="00DC422B"/>
    <w:rsid w:val="00DC705C"/>
    <w:rsid w:val="00DC7487"/>
    <w:rsid w:val="00DD16AD"/>
    <w:rsid w:val="00DD6F0D"/>
    <w:rsid w:val="00DE0B75"/>
    <w:rsid w:val="00DE292F"/>
    <w:rsid w:val="00DE35A0"/>
    <w:rsid w:val="00DE72C7"/>
    <w:rsid w:val="00DF0512"/>
    <w:rsid w:val="00DF22C0"/>
    <w:rsid w:val="00DF27A9"/>
    <w:rsid w:val="00DF3E87"/>
    <w:rsid w:val="00DF4A77"/>
    <w:rsid w:val="00DF645E"/>
    <w:rsid w:val="00DF6906"/>
    <w:rsid w:val="00DF6908"/>
    <w:rsid w:val="00DF6B82"/>
    <w:rsid w:val="00DF734D"/>
    <w:rsid w:val="00E03B19"/>
    <w:rsid w:val="00E04EB1"/>
    <w:rsid w:val="00E063C3"/>
    <w:rsid w:val="00E13861"/>
    <w:rsid w:val="00E1408C"/>
    <w:rsid w:val="00E16753"/>
    <w:rsid w:val="00E16933"/>
    <w:rsid w:val="00E20935"/>
    <w:rsid w:val="00E21E54"/>
    <w:rsid w:val="00E225F6"/>
    <w:rsid w:val="00E30F8B"/>
    <w:rsid w:val="00E31BC1"/>
    <w:rsid w:val="00E31DF0"/>
    <w:rsid w:val="00E32A9E"/>
    <w:rsid w:val="00E331BD"/>
    <w:rsid w:val="00E345BF"/>
    <w:rsid w:val="00E37A88"/>
    <w:rsid w:val="00E40EE5"/>
    <w:rsid w:val="00E44D01"/>
    <w:rsid w:val="00E4529F"/>
    <w:rsid w:val="00E4550D"/>
    <w:rsid w:val="00E45D86"/>
    <w:rsid w:val="00E47968"/>
    <w:rsid w:val="00E50407"/>
    <w:rsid w:val="00E504EB"/>
    <w:rsid w:val="00E51FBA"/>
    <w:rsid w:val="00E57B63"/>
    <w:rsid w:val="00E62DB0"/>
    <w:rsid w:val="00E642B6"/>
    <w:rsid w:val="00E71DB0"/>
    <w:rsid w:val="00E72136"/>
    <w:rsid w:val="00E745D1"/>
    <w:rsid w:val="00E80730"/>
    <w:rsid w:val="00E80F23"/>
    <w:rsid w:val="00E80FD0"/>
    <w:rsid w:val="00E823B5"/>
    <w:rsid w:val="00E859CB"/>
    <w:rsid w:val="00E86ADF"/>
    <w:rsid w:val="00E86C43"/>
    <w:rsid w:val="00E97735"/>
    <w:rsid w:val="00EA0A54"/>
    <w:rsid w:val="00EA0DCC"/>
    <w:rsid w:val="00EA16B0"/>
    <w:rsid w:val="00EA50A3"/>
    <w:rsid w:val="00EA608C"/>
    <w:rsid w:val="00EA7039"/>
    <w:rsid w:val="00EB1D16"/>
    <w:rsid w:val="00EB5B4C"/>
    <w:rsid w:val="00EB64FA"/>
    <w:rsid w:val="00EC0F60"/>
    <w:rsid w:val="00EC120C"/>
    <w:rsid w:val="00EC14B1"/>
    <w:rsid w:val="00EC253C"/>
    <w:rsid w:val="00EC2879"/>
    <w:rsid w:val="00EC647C"/>
    <w:rsid w:val="00EC6D57"/>
    <w:rsid w:val="00ED1812"/>
    <w:rsid w:val="00ED3C99"/>
    <w:rsid w:val="00ED71D3"/>
    <w:rsid w:val="00EE0165"/>
    <w:rsid w:val="00EE0D8B"/>
    <w:rsid w:val="00EE182A"/>
    <w:rsid w:val="00EE254B"/>
    <w:rsid w:val="00EE2F7E"/>
    <w:rsid w:val="00EE3274"/>
    <w:rsid w:val="00EE414A"/>
    <w:rsid w:val="00EE6CA2"/>
    <w:rsid w:val="00EE7637"/>
    <w:rsid w:val="00EF2B36"/>
    <w:rsid w:val="00EF66EA"/>
    <w:rsid w:val="00F016F7"/>
    <w:rsid w:val="00F02CA0"/>
    <w:rsid w:val="00F02EC3"/>
    <w:rsid w:val="00F0488E"/>
    <w:rsid w:val="00F05F64"/>
    <w:rsid w:val="00F1008F"/>
    <w:rsid w:val="00F105DB"/>
    <w:rsid w:val="00F11A20"/>
    <w:rsid w:val="00F11E10"/>
    <w:rsid w:val="00F12656"/>
    <w:rsid w:val="00F15BC2"/>
    <w:rsid w:val="00F20E3A"/>
    <w:rsid w:val="00F210EE"/>
    <w:rsid w:val="00F221BD"/>
    <w:rsid w:val="00F2299D"/>
    <w:rsid w:val="00F24B42"/>
    <w:rsid w:val="00F25D91"/>
    <w:rsid w:val="00F267A8"/>
    <w:rsid w:val="00F26C81"/>
    <w:rsid w:val="00F26D1B"/>
    <w:rsid w:val="00F26EAD"/>
    <w:rsid w:val="00F3038F"/>
    <w:rsid w:val="00F30797"/>
    <w:rsid w:val="00F309AB"/>
    <w:rsid w:val="00F34BE4"/>
    <w:rsid w:val="00F35295"/>
    <w:rsid w:val="00F37BD7"/>
    <w:rsid w:val="00F37FFC"/>
    <w:rsid w:val="00F40DDE"/>
    <w:rsid w:val="00F435A8"/>
    <w:rsid w:val="00F43EEC"/>
    <w:rsid w:val="00F441C7"/>
    <w:rsid w:val="00F44D60"/>
    <w:rsid w:val="00F4595F"/>
    <w:rsid w:val="00F45CC2"/>
    <w:rsid w:val="00F4642B"/>
    <w:rsid w:val="00F46C5C"/>
    <w:rsid w:val="00F47678"/>
    <w:rsid w:val="00F51B9C"/>
    <w:rsid w:val="00F52508"/>
    <w:rsid w:val="00F5344C"/>
    <w:rsid w:val="00F53B0E"/>
    <w:rsid w:val="00F547BE"/>
    <w:rsid w:val="00F55962"/>
    <w:rsid w:val="00F5664D"/>
    <w:rsid w:val="00F61A27"/>
    <w:rsid w:val="00F65EFF"/>
    <w:rsid w:val="00F708C4"/>
    <w:rsid w:val="00F71A14"/>
    <w:rsid w:val="00F745F0"/>
    <w:rsid w:val="00F75199"/>
    <w:rsid w:val="00F75D0D"/>
    <w:rsid w:val="00F76306"/>
    <w:rsid w:val="00F8066D"/>
    <w:rsid w:val="00F81A1B"/>
    <w:rsid w:val="00F82EF5"/>
    <w:rsid w:val="00F8313E"/>
    <w:rsid w:val="00F83AA6"/>
    <w:rsid w:val="00F83C79"/>
    <w:rsid w:val="00F8751A"/>
    <w:rsid w:val="00F87D1C"/>
    <w:rsid w:val="00F91F45"/>
    <w:rsid w:val="00F92272"/>
    <w:rsid w:val="00F93379"/>
    <w:rsid w:val="00F9425D"/>
    <w:rsid w:val="00F942E2"/>
    <w:rsid w:val="00F94A9C"/>
    <w:rsid w:val="00F9503C"/>
    <w:rsid w:val="00F96555"/>
    <w:rsid w:val="00F96F3E"/>
    <w:rsid w:val="00FA07EF"/>
    <w:rsid w:val="00FA21A2"/>
    <w:rsid w:val="00FA2E0A"/>
    <w:rsid w:val="00FA6D06"/>
    <w:rsid w:val="00FA6F6E"/>
    <w:rsid w:val="00FB106E"/>
    <w:rsid w:val="00FB1ADB"/>
    <w:rsid w:val="00FB2752"/>
    <w:rsid w:val="00FB3D45"/>
    <w:rsid w:val="00FB4151"/>
    <w:rsid w:val="00FB52E8"/>
    <w:rsid w:val="00FB5BC5"/>
    <w:rsid w:val="00FB7459"/>
    <w:rsid w:val="00FC259C"/>
    <w:rsid w:val="00FC455E"/>
    <w:rsid w:val="00FC466A"/>
    <w:rsid w:val="00FD5D72"/>
    <w:rsid w:val="00FD6B24"/>
    <w:rsid w:val="00FE0690"/>
    <w:rsid w:val="00FE1912"/>
    <w:rsid w:val="00FE193B"/>
    <w:rsid w:val="00FE2AC6"/>
    <w:rsid w:val="00FE47B8"/>
    <w:rsid w:val="00FE6951"/>
    <w:rsid w:val="00FE768A"/>
    <w:rsid w:val="00FF0D95"/>
    <w:rsid w:val="00FF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5DA5"/>
    <w:pPr>
      <w:ind w:firstLine="709"/>
      <w:jc w:val="both"/>
    </w:pPr>
    <w:rPr>
      <w:sz w:val="28"/>
    </w:rPr>
  </w:style>
  <w:style w:type="paragraph" w:styleId="1">
    <w:name w:val="heading 1"/>
    <w:basedOn w:val="a"/>
    <w:next w:val="a"/>
    <w:qFormat/>
    <w:rsid w:val="000755B4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0755B4"/>
    <w:pPr>
      <w:suppressAutoHyphens/>
      <w:spacing w:before="120" w:after="120"/>
      <w:outlineLvl w:val="1"/>
    </w:pPr>
  </w:style>
  <w:style w:type="paragraph" w:styleId="3">
    <w:name w:val="heading 3"/>
    <w:basedOn w:val="a"/>
    <w:next w:val="a"/>
    <w:link w:val="30"/>
    <w:qFormat/>
    <w:rsid w:val="000755B4"/>
    <w:pPr>
      <w:keepNext/>
      <w:jc w:val="center"/>
      <w:outlineLvl w:val="2"/>
    </w:pPr>
    <w:rPr>
      <w:sz w:val="32"/>
    </w:rPr>
  </w:style>
  <w:style w:type="paragraph" w:styleId="40">
    <w:name w:val="heading 4"/>
    <w:basedOn w:val="a"/>
    <w:next w:val="a"/>
    <w:qFormat/>
    <w:rsid w:val="000755B4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7201F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му"/>
    <w:basedOn w:val="a"/>
    <w:rsid w:val="000755B4"/>
    <w:pPr>
      <w:ind w:firstLine="0"/>
      <w:jc w:val="left"/>
    </w:pPr>
    <w:rPr>
      <w:rFonts w:ascii="Baltica" w:hAnsi="Baltica"/>
      <w:sz w:val="24"/>
    </w:rPr>
  </w:style>
  <w:style w:type="paragraph" w:styleId="a4">
    <w:name w:val="Title"/>
    <w:basedOn w:val="a"/>
    <w:link w:val="a5"/>
    <w:qFormat/>
    <w:rsid w:val="000755B4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6">
    <w:name w:val="header"/>
    <w:basedOn w:val="a"/>
    <w:link w:val="a7"/>
    <w:rsid w:val="000755B4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0755B4"/>
    <w:pPr>
      <w:tabs>
        <w:tab w:val="center" w:pos="4536"/>
        <w:tab w:val="right" w:pos="9072"/>
      </w:tabs>
    </w:pPr>
  </w:style>
  <w:style w:type="paragraph" w:styleId="a9">
    <w:name w:val="Balloon Text"/>
    <w:basedOn w:val="a"/>
    <w:link w:val="aa"/>
    <w:semiHidden/>
    <w:rsid w:val="000755B4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821678"/>
    <w:rPr>
      <w:sz w:val="28"/>
    </w:rPr>
  </w:style>
  <w:style w:type="paragraph" w:styleId="ab">
    <w:name w:val="Body Text Indent"/>
    <w:basedOn w:val="a"/>
    <w:link w:val="ac"/>
    <w:rsid w:val="003D3503"/>
    <w:pPr>
      <w:ind w:firstLine="708"/>
    </w:pPr>
  </w:style>
  <w:style w:type="character" w:customStyle="1" w:styleId="ac">
    <w:name w:val="Основной текст с отступом Знак"/>
    <w:basedOn w:val="a0"/>
    <w:link w:val="ab"/>
    <w:rsid w:val="003D3503"/>
    <w:rPr>
      <w:sz w:val="28"/>
    </w:rPr>
  </w:style>
  <w:style w:type="paragraph" w:styleId="31">
    <w:name w:val="Body Text 3"/>
    <w:basedOn w:val="a"/>
    <w:link w:val="32"/>
    <w:rsid w:val="003D350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D3503"/>
    <w:rPr>
      <w:sz w:val="16"/>
      <w:szCs w:val="16"/>
    </w:rPr>
  </w:style>
  <w:style w:type="paragraph" w:styleId="ad">
    <w:name w:val="Body Text"/>
    <w:basedOn w:val="a"/>
    <w:link w:val="ae"/>
    <w:uiPriority w:val="99"/>
    <w:rsid w:val="003D3503"/>
    <w:pPr>
      <w:spacing w:after="120"/>
      <w:ind w:firstLine="0"/>
      <w:jc w:val="left"/>
    </w:pPr>
    <w:rPr>
      <w:sz w:val="20"/>
    </w:rPr>
  </w:style>
  <w:style w:type="character" w:customStyle="1" w:styleId="ae">
    <w:name w:val="Основной текст Знак"/>
    <w:basedOn w:val="a0"/>
    <w:link w:val="ad"/>
    <w:uiPriority w:val="99"/>
    <w:rsid w:val="003D3503"/>
  </w:style>
  <w:style w:type="paragraph" w:styleId="20">
    <w:name w:val="Body Text 2"/>
    <w:basedOn w:val="a"/>
    <w:link w:val="21"/>
    <w:rsid w:val="003D3503"/>
    <w:pPr>
      <w:spacing w:after="120" w:line="480" w:lineRule="auto"/>
      <w:ind w:firstLine="0"/>
      <w:jc w:val="left"/>
    </w:pPr>
    <w:rPr>
      <w:sz w:val="20"/>
    </w:rPr>
  </w:style>
  <w:style w:type="character" w:customStyle="1" w:styleId="21">
    <w:name w:val="Основной текст 2 Знак"/>
    <w:basedOn w:val="a0"/>
    <w:link w:val="20"/>
    <w:rsid w:val="003D3503"/>
  </w:style>
  <w:style w:type="paragraph" w:styleId="22">
    <w:name w:val="Body Text Indent 2"/>
    <w:basedOn w:val="a"/>
    <w:link w:val="23"/>
    <w:rsid w:val="00375DA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375DA8"/>
    <w:rPr>
      <w:sz w:val="28"/>
    </w:rPr>
  </w:style>
  <w:style w:type="character" w:customStyle="1" w:styleId="t31">
    <w:name w:val="t31"/>
    <w:basedOn w:val="a0"/>
    <w:rsid w:val="00375DA8"/>
    <w:rPr>
      <w:rFonts w:ascii="Times New Roman" w:hAnsi="Times New Roman" w:cs="Times New Roman" w:hint="default"/>
      <w:color w:val="884706"/>
      <w:sz w:val="32"/>
      <w:szCs w:val="32"/>
    </w:rPr>
  </w:style>
  <w:style w:type="paragraph" w:customStyle="1" w:styleId="af">
    <w:name w:val="Название предприятия"/>
    <w:basedOn w:val="a"/>
    <w:rsid w:val="004836BD"/>
    <w:pPr>
      <w:framePr w:w="3844" w:h="1582" w:hSpace="187" w:wrap="notBeside" w:vAnchor="page" w:hAnchor="margin" w:y="891" w:anchorLock="1"/>
      <w:spacing w:line="280" w:lineRule="atLeast"/>
      <w:ind w:firstLine="0"/>
    </w:pPr>
    <w:rPr>
      <w:rFonts w:ascii="Arial Black" w:hAnsi="Arial Black"/>
      <w:spacing w:val="-25"/>
      <w:sz w:val="32"/>
      <w:lang w:eastAsia="en-US" w:bidi="he-IL"/>
    </w:rPr>
  </w:style>
  <w:style w:type="paragraph" w:customStyle="1" w:styleId="af0">
    <w:name w:val="Внутренний адрес"/>
    <w:basedOn w:val="a"/>
    <w:rsid w:val="004836BD"/>
    <w:pPr>
      <w:spacing w:line="220" w:lineRule="atLeast"/>
      <w:ind w:firstLine="0"/>
    </w:pPr>
    <w:rPr>
      <w:rFonts w:ascii="Arial" w:hAnsi="Arial"/>
      <w:spacing w:val="-5"/>
      <w:sz w:val="20"/>
      <w:lang w:eastAsia="en-US" w:bidi="he-IL"/>
    </w:rPr>
  </w:style>
  <w:style w:type="paragraph" w:customStyle="1" w:styleId="ConsPlusNormal">
    <w:name w:val="ConsPlusNormal"/>
    <w:rsid w:val="007201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50">
    <w:name w:val="Заголовок 5 Знак"/>
    <w:basedOn w:val="a0"/>
    <w:link w:val="5"/>
    <w:rsid w:val="007201F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uiPriority w:val="99"/>
    <w:rsid w:val="007201F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1">
    <w:name w:val="Знак"/>
    <w:basedOn w:val="a"/>
    <w:rsid w:val="0043037F"/>
    <w:pPr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33">
    <w:name w:val="Body Text Indent 3"/>
    <w:basedOn w:val="a"/>
    <w:rsid w:val="00687605"/>
    <w:pPr>
      <w:spacing w:after="120"/>
      <w:ind w:left="283"/>
    </w:pPr>
    <w:rPr>
      <w:sz w:val="16"/>
      <w:szCs w:val="16"/>
    </w:rPr>
  </w:style>
  <w:style w:type="paragraph" w:styleId="af2">
    <w:name w:val="footnote text"/>
    <w:basedOn w:val="a"/>
    <w:semiHidden/>
    <w:rsid w:val="00580975"/>
    <w:pPr>
      <w:ind w:firstLine="0"/>
      <w:jc w:val="left"/>
    </w:pPr>
    <w:rPr>
      <w:sz w:val="20"/>
    </w:rPr>
  </w:style>
  <w:style w:type="character" w:styleId="af3">
    <w:name w:val="footnote reference"/>
    <w:basedOn w:val="a0"/>
    <w:semiHidden/>
    <w:rsid w:val="00580975"/>
    <w:rPr>
      <w:vertAlign w:val="superscript"/>
    </w:rPr>
  </w:style>
  <w:style w:type="character" w:styleId="af4">
    <w:name w:val="page number"/>
    <w:basedOn w:val="a0"/>
    <w:rsid w:val="00580975"/>
  </w:style>
  <w:style w:type="paragraph" w:customStyle="1" w:styleId="ConsPlusNonformat">
    <w:name w:val="ConsPlusNonformat"/>
    <w:rsid w:val="005809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58097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Plain Text"/>
    <w:basedOn w:val="a"/>
    <w:link w:val="af6"/>
    <w:rsid w:val="00BE5FBB"/>
    <w:pPr>
      <w:ind w:firstLine="0"/>
      <w:jc w:val="left"/>
    </w:pPr>
    <w:rPr>
      <w:rFonts w:ascii="Courier New" w:hAnsi="Courier New"/>
      <w:sz w:val="20"/>
      <w:lang w:eastAsia="en-US"/>
    </w:rPr>
  </w:style>
  <w:style w:type="character" w:customStyle="1" w:styleId="af6">
    <w:name w:val="Текст Знак"/>
    <w:basedOn w:val="a0"/>
    <w:link w:val="af5"/>
    <w:locked/>
    <w:rsid w:val="00BE5FBB"/>
    <w:rPr>
      <w:rFonts w:ascii="Courier New" w:hAnsi="Courier New"/>
      <w:lang w:val="ru-RU" w:eastAsia="en-US" w:bidi="ar-SA"/>
    </w:rPr>
  </w:style>
  <w:style w:type="character" w:styleId="af7">
    <w:name w:val="Hyperlink"/>
    <w:basedOn w:val="a0"/>
    <w:rsid w:val="00BE5FBB"/>
    <w:rPr>
      <w:rFonts w:cs="Times New Roman"/>
      <w:color w:val="0000FF"/>
      <w:u w:val="single"/>
    </w:rPr>
  </w:style>
  <w:style w:type="paragraph" w:styleId="af8">
    <w:name w:val="List Paragraph"/>
    <w:basedOn w:val="a"/>
    <w:uiPriority w:val="34"/>
    <w:qFormat/>
    <w:rsid w:val="00642D19"/>
    <w:pPr>
      <w:ind w:left="720" w:firstLine="0"/>
      <w:contextualSpacing/>
      <w:jc w:val="left"/>
    </w:pPr>
    <w:rPr>
      <w:sz w:val="20"/>
    </w:rPr>
  </w:style>
  <w:style w:type="character" w:customStyle="1" w:styleId="aa">
    <w:name w:val="Текст выноски Знак"/>
    <w:basedOn w:val="a0"/>
    <w:link w:val="a9"/>
    <w:uiPriority w:val="99"/>
    <w:semiHidden/>
    <w:rsid w:val="00FB4151"/>
    <w:rPr>
      <w:rFonts w:ascii="Tahoma" w:hAnsi="Tahoma" w:cs="Tahoma"/>
      <w:sz w:val="16"/>
      <w:szCs w:val="16"/>
    </w:rPr>
  </w:style>
  <w:style w:type="character" w:customStyle="1" w:styleId="FontStyle33">
    <w:name w:val="Font Style33"/>
    <w:basedOn w:val="a0"/>
    <w:rsid w:val="00FD6B24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af9">
    <w:name w:val="Подзаголовок для информации об изменениях"/>
    <w:basedOn w:val="a"/>
    <w:next w:val="a"/>
    <w:uiPriority w:val="99"/>
    <w:rsid w:val="00650A34"/>
    <w:pPr>
      <w:autoSpaceDE w:val="0"/>
      <w:autoSpaceDN w:val="0"/>
      <w:adjustRightInd w:val="0"/>
      <w:ind w:firstLine="0"/>
    </w:pPr>
    <w:rPr>
      <w:rFonts w:ascii="Arial" w:hAnsi="Arial" w:cs="Arial"/>
      <w:b/>
      <w:bCs/>
      <w:color w:val="000080"/>
      <w:sz w:val="24"/>
      <w:szCs w:val="24"/>
    </w:rPr>
  </w:style>
  <w:style w:type="paragraph" w:customStyle="1" w:styleId="ConsNormal">
    <w:name w:val="ConsNormal"/>
    <w:rsid w:val="00E80730"/>
    <w:pPr>
      <w:widowControl w:val="0"/>
      <w:ind w:firstLine="720"/>
    </w:pPr>
    <w:rPr>
      <w:rFonts w:ascii="Arial" w:hAnsi="Arial" w:cs="Arial"/>
      <w:sz w:val="26"/>
      <w:szCs w:val="26"/>
    </w:rPr>
  </w:style>
  <w:style w:type="paragraph" w:customStyle="1" w:styleId="ConsTitle">
    <w:name w:val="ConsTitle"/>
    <w:rsid w:val="00E8073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E807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a">
    <w:name w:val="Абзац договора"/>
    <w:basedOn w:val="ad"/>
    <w:rsid w:val="00E80730"/>
    <w:pPr>
      <w:tabs>
        <w:tab w:val="left" w:pos="1080"/>
      </w:tabs>
      <w:spacing w:after="0"/>
      <w:ind w:firstLine="540"/>
      <w:jc w:val="both"/>
    </w:pPr>
    <w:rPr>
      <w:sz w:val="24"/>
      <w:szCs w:val="24"/>
      <w:lang w:eastAsia="en-US"/>
    </w:rPr>
  </w:style>
  <w:style w:type="paragraph" w:customStyle="1" w:styleId="afb">
    <w:name w:val="Заголовок договора"/>
    <w:basedOn w:val="ConsNormal"/>
    <w:rsid w:val="00E80730"/>
    <w:pPr>
      <w:keepNext/>
      <w:widowControl/>
      <w:autoSpaceDE w:val="0"/>
      <w:autoSpaceDN w:val="0"/>
      <w:adjustRightInd w:val="0"/>
      <w:spacing w:before="240" w:after="120"/>
      <w:ind w:firstLine="0"/>
      <w:jc w:val="center"/>
    </w:pPr>
    <w:rPr>
      <w:rFonts w:ascii="Times New Roman" w:hAnsi="Times New Roman" w:cs="Times New Roman"/>
      <w:sz w:val="24"/>
      <w:szCs w:val="20"/>
    </w:rPr>
  </w:style>
  <w:style w:type="paragraph" w:customStyle="1" w:styleId="24">
    <w:name w:val="заголовок 2"/>
    <w:basedOn w:val="a"/>
    <w:next w:val="a"/>
    <w:rsid w:val="00EB5B4C"/>
    <w:pPr>
      <w:keepNext/>
      <w:widowControl w:val="0"/>
      <w:ind w:firstLine="0"/>
    </w:pPr>
    <w:rPr>
      <w:b/>
      <w:sz w:val="24"/>
    </w:rPr>
  </w:style>
  <w:style w:type="paragraph" w:customStyle="1" w:styleId="4">
    <w:name w:val="Раздел 4"/>
    <w:basedOn w:val="a"/>
    <w:rsid w:val="00987B11"/>
    <w:pPr>
      <w:numPr>
        <w:ilvl w:val="1"/>
        <w:numId w:val="1"/>
      </w:numPr>
    </w:pPr>
    <w:rPr>
      <w:bCs/>
      <w:iCs/>
      <w:szCs w:val="24"/>
    </w:rPr>
  </w:style>
  <w:style w:type="paragraph" w:customStyle="1" w:styleId="ConsCell">
    <w:name w:val="ConsCell"/>
    <w:rsid w:val="00446B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c">
    <w:name w:val="Normal (Web)"/>
    <w:basedOn w:val="a"/>
    <w:uiPriority w:val="99"/>
    <w:unhideWhenUsed/>
    <w:rsid w:val="00475DA5"/>
    <w:pPr>
      <w:ind w:firstLine="0"/>
      <w:jc w:val="left"/>
    </w:pPr>
    <w:rPr>
      <w:sz w:val="24"/>
      <w:szCs w:val="24"/>
    </w:rPr>
  </w:style>
  <w:style w:type="table" w:styleId="afd">
    <w:name w:val="Table Grid"/>
    <w:basedOn w:val="a1"/>
    <w:uiPriority w:val="59"/>
    <w:rsid w:val="001B619C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395890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styleId="afe">
    <w:name w:val="No Spacing"/>
    <w:uiPriority w:val="1"/>
    <w:qFormat/>
    <w:rsid w:val="002557C9"/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Название Знак"/>
    <w:basedOn w:val="a0"/>
    <w:link w:val="a4"/>
    <w:rsid w:val="00222C94"/>
    <w:rPr>
      <w:rFonts w:ascii="Arial" w:hAnsi="Arial"/>
      <w:b/>
      <w:kern w:val="28"/>
      <w:sz w:val="32"/>
    </w:rPr>
  </w:style>
  <w:style w:type="character" w:customStyle="1" w:styleId="30">
    <w:name w:val="Заголовок 3 Знак"/>
    <w:basedOn w:val="a0"/>
    <w:link w:val="3"/>
    <w:uiPriority w:val="9"/>
    <w:locked/>
    <w:rsid w:val="00D90743"/>
    <w:rPr>
      <w:sz w:val="32"/>
    </w:rPr>
  </w:style>
  <w:style w:type="character" w:customStyle="1" w:styleId="aff">
    <w:name w:val="Гипертекстовая ссылка"/>
    <w:basedOn w:val="a0"/>
    <w:uiPriority w:val="99"/>
    <w:rsid w:val="00D90743"/>
    <w:rPr>
      <w:rFonts w:cs="Times New Roman"/>
      <w:b/>
      <w:color w:val="106BBE"/>
      <w:sz w:val="26"/>
    </w:rPr>
  </w:style>
  <w:style w:type="character" w:customStyle="1" w:styleId="aff0">
    <w:name w:val="Цветовое выделение"/>
    <w:uiPriority w:val="99"/>
    <w:rsid w:val="00D90743"/>
    <w:rPr>
      <w:b/>
      <w:color w:val="26282F"/>
      <w:sz w:val="26"/>
    </w:rPr>
  </w:style>
  <w:style w:type="paragraph" w:customStyle="1" w:styleId="aff1">
    <w:name w:val="Нормальный (таблица)"/>
    <w:basedOn w:val="a"/>
    <w:next w:val="a"/>
    <w:uiPriority w:val="99"/>
    <w:rsid w:val="00D90743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sz w:val="24"/>
      <w:szCs w:val="24"/>
    </w:rPr>
  </w:style>
  <w:style w:type="paragraph" w:customStyle="1" w:styleId="aff2">
    <w:name w:val="Прижатый влево"/>
    <w:basedOn w:val="a"/>
    <w:next w:val="a"/>
    <w:uiPriority w:val="99"/>
    <w:rsid w:val="00D90743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5DA5"/>
    <w:pPr>
      <w:ind w:firstLine="709"/>
      <w:jc w:val="both"/>
    </w:pPr>
    <w:rPr>
      <w:sz w:val="28"/>
    </w:rPr>
  </w:style>
  <w:style w:type="paragraph" w:styleId="1">
    <w:name w:val="heading 1"/>
    <w:basedOn w:val="a"/>
    <w:next w:val="a"/>
    <w:qFormat/>
    <w:rsid w:val="000755B4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0755B4"/>
    <w:pPr>
      <w:suppressAutoHyphens/>
      <w:spacing w:before="120" w:after="120"/>
      <w:outlineLvl w:val="1"/>
    </w:pPr>
  </w:style>
  <w:style w:type="paragraph" w:styleId="3">
    <w:name w:val="heading 3"/>
    <w:basedOn w:val="a"/>
    <w:next w:val="a"/>
    <w:link w:val="30"/>
    <w:qFormat/>
    <w:rsid w:val="000755B4"/>
    <w:pPr>
      <w:keepNext/>
      <w:jc w:val="center"/>
      <w:outlineLvl w:val="2"/>
    </w:pPr>
    <w:rPr>
      <w:sz w:val="32"/>
    </w:rPr>
  </w:style>
  <w:style w:type="paragraph" w:styleId="40">
    <w:name w:val="heading 4"/>
    <w:basedOn w:val="a"/>
    <w:next w:val="a"/>
    <w:qFormat/>
    <w:rsid w:val="000755B4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7201F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му"/>
    <w:basedOn w:val="a"/>
    <w:rsid w:val="000755B4"/>
    <w:pPr>
      <w:ind w:firstLine="0"/>
      <w:jc w:val="left"/>
    </w:pPr>
    <w:rPr>
      <w:rFonts w:ascii="Baltica" w:hAnsi="Baltica"/>
      <w:sz w:val="24"/>
    </w:rPr>
  </w:style>
  <w:style w:type="paragraph" w:styleId="a4">
    <w:name w:val="Title"/>
    <w:basedOn w:val="a"/>
    <w:link w:val="a5"/>
    <w:qFormat/>
    <w:rsid w:val="000755B4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6">
    <w:name w:val="header"/>
    <w:basedOn w:val="a"/>
    <w:link w:val="a7"/>
    <w:rsid w:val="000755B4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0755B4"/>
    <w:pPr>
      <w:tabs>
        <w:tab w:val="center" w:pos="4536"/>
        <w:tab w:val="right" w:pos="9072"/>
      </w:tabs>
    </w:pPr>
  </w:style>
  <w:style w:type="paragraph" w:styleId="a9">
    <w:name w:val="Balloon Text"/>
    <w:basedOn w:val="a"/>
    <w:link w:val="aa"/>
    <w:semiHidden/>
    <w:rsid w:val="000755B4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821678"/>
    <w:rPr>
      <w:sz w:val="28"/>
    </w:rPr>
  </w:style>
  <w:style w:type="paragraph" w:styleId="ab">
    <w:name w:val="Body Text Indent"/>
    <w:basedOn w:val="a"/>
    <w:link w:val="ac"/>
    <w:rsid w:val="003D3503"/>
    <w:pPr>
      <w:ind w:firstLine="708"/>
    </w:pPr>
  </w:style>
  <w:style w:type="character" w:customStyle="1" w:styleId="ac">
    <w:name w:val="Основной текст с отступом Знак"/>
    <w:basedOn w:val="a0"/>
    <w:link w:val="ab"/>
    <w:rsid w:val="003D3503"/>
    <w:rPr>
      <w:sz w:val="28"/>
    </w:rPr>
  </w:style>
  <w:style w:type="paragraph" w:styleId="31">
    <w:name w:val="Body Text 3"/>
    <w:basedOn w:val="a"/>
    <w:link w:val="32"/>
    <w:rsid w:val="003D350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D3503"/>
    <w:rPr>
      <w:sz w:val="16"/>
      <w:szCs w:val="16"/>
    </w:rPr>
  </w:style>
  <w:style w:type="paragraph" w:styleId="ad">
    <w:name w:val="Body Text"/>
    <w:basedOn w:val="a"/>
    <w:link w:val="ae"/>
    <w:uiPriority w:val="99"/>
    <w:rsid w:val="003D3503"/>
    <w:pPr>
      <w:spacing w:after="120"/>
      <w:ind w:firstLine="0"/>
      <w:jc w:val="left"/>
    </w:pPr>
    <w:rPr>
      <w:sz w:val="20"/>
    </w:rPr>
  </w:style>
  <w:style w:type="character" w:customStyle="1" w:styleId="ae">
    <w:name w:val="Основной текст Знак"/>
    <w:basedOn w:val="a0"/>
    <w:link w:val="ad"/>
    <w:uiPriority w:val="99"/>
    <w:rsid w:val="003D3503"/>
  </w:style>
  <w:style w:type="paragraph" w:styleId="20">
    <w:name w:val="Body Text 2"/>
    <w:basedOn w:val="a"/>
    <w:link w:val="21"/>
    <w:rsid w:val="003D3503"/>
    <w:pPr>
      <w:spacing w:after="120" w:line="480" w:lineRule="auto"/>
      <w:ind w:firstLine="0"/>
      <w:jc w:val="left"/>
    </w:pPr>
    <w:rPr>
      <w:sz w:val="20"/>
    </w:rPr>
  </w:style>
  <w:style w:type="character" w:customStyle="1" w:styleId="21">
    <w:name w:val="Основной текст 2 Знак"/>
    <w:basedOn w:val="a0"/>
    <w:link w:val="20"/>
    <w:rsid w:val="003D3503"/>
  </w:style>
  <w:style w:type="paragraph" w:styleId="22">
    <w:name w:val="Body Text Indent 2"/>
    <w:basedOn w:val="a"/>
    <w:link w:val="23"/>
    <w:rsid w:val="00375DA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375DA8"/>
    <w:rPr>
      <w:sz w:val="28"/>
    </w:rPr>
  </w:style>
  <w:style w:type="character" w:customStyle="1" w:styleId="t31">
    <w:name w:val="t31"/>
    <w:basedOn w:val="a0"/>
    <w:rsid w:val="00375DA8"/>
    <w:rPr>
      <w:rFonts w:ascii="Times New Roman" w:hAnsi="Times New Roman" w:cs="Times New Roman" w:hint="default"/>
      <w:color w:val="884706"/>
      <w:sz w:val="32"/>
      <w:szCs w:val="32"/>
    </w:rPr>
  </w:style>
  <w:style w:type="paragraph" w:customStyle="1" w:styleId="af">
    <w:name w:val="Название предприятия"/>
    <w:basedOn w:val="a"/>
    <w:rsid w:val="004836BD"/>
    <w:pPr>
      <w:framePr w:w="3844" w:h="1582" w:hSpace="187" w:wrap="notBeside" w:vAnchor="page" w:hAnchor="margin" w:y="891" w:anchorLock="1"/>
      <w:spacing w:line="280" w:lineRule="atLeast"/>
      <w:ind w:firstLine="0"/>
    </w:pPr>
    <w:rPr>
      <w:rFonts w:ascii="Arial Black" w:hAnsi="Arial Black"/>
      <w:spacing w:val="-25"/>
      <w:sz w:val="32"/>
      <w:lang w:eastAsia="en-US" w:bidi="he-IL"/>
    </w:rPr>
  </w:style>
  <w:style w:type="paragraph" w:customStyle="1" w:styleId="af0">
    <w:name w:val="Внутренний адрес"/>
    <w:basedOn w:val="a"/>
    <w:rsid w:val="004836BD"/>
    <w:pPr>
      <w:spacing w:line="220" w:lineRule="atLeast"/>
      <w:ind w:firstLine="0"/>
    </w:pPr>
    <w:rPr>
      <w:rFonts w:ascii="Arial" w:hAnsi="Arial"/>
      <w:spacing w:val="-5"/>
      <w:sz w:val="20"/>
      <w:lang w:eastAsia="en-US" w:bidi="he-IL"/>
    </w:rPr>
  </w:style>
  <w:style w:type="paragraph" w:customStyle="1" w:styleId="ConsPlusNormal">
    <w:name w:val="ConsPlusNormal"/>
    <w:rsid w:val="007201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50">
    <w:name w:val="Заголовок 5 Знак"/>
    <w:basedOn w:val="a0"/>
    <w:link w:val="5"/>
    <w:rsid w:val="007201F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uiPriority w:val="99"/>
    <w:rsid w:val="007201F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1">
    <w:name w:val="Знак"/>
    <w:basedOn w:val="a"/>
    <w:rsid w:val="0043037F"/>
    <w:pPr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33">
    <w:name w:val="Body Text Indent 3"/>
    <w:basedOn w:val="a"/>
    <w:rsid w:val="00687605"/>
    <w:pPr>
      <w:spacing w:after="120"/>
      <w:ind w:left="283"/>
    </w:pPr>
    <w:rPr>
      <w:sz w:val="16"/>
      <w:szCs w:val="16"/>
    </w:rPr>
  </w:style>
  <w:style w:type="paragraph" w:styleId="af2">
    <w:name w:val="footnote text"/>
    <w:basedOn w:val="a"/>
    <w:semiHidden/>
    <w:rsid w:val="00580975"/>
    <w:pPr>
      <w:ind w:firstLine="0"/>
      <w:jc w:val="left"/>
    </w:pPr>
    <w:rPr>
      <w:sz w:val="20"/>
    </w:rPr>
  </w:style>
  <w:style w:type="character" w:styleId="af3">
    <w:name w:val="footnote reference"/>
    <w:basedOn w:val="a0"/>
    <w:semiHidden/>
    <w:rsid w:val="00580975"/>
    <w:rPr>
      <w:vertAlign w:val="superscript"/>
    </w:rPr>
  </w:style>
  <w:style w:type="character" w:styleId="af4">
    <w:name w:val="page number"/>
    <w:basedOn w:val="a0"/>
    <w:rsid w:val="00580975"/>
  </w:style>
  <w:style w:type="paragraph" w:customStyle="1" w:styleId="ConsPlusNonformat">
    <w:name w:val="ConsPlusNonformat"/>
    <w:rsid w:val="005809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58097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Plain Text"/>
    <w:basedOn w:val="a"/>
    <w:link w:val="af6"/>
    <w:rsid w:val="00BE5FBB"/>
    <w:pPr>
      <w:ind w:firstLine="0"/>
      <w:jc w:val="left"/>
    </w:pPr>
    <w:rPr>
      <w:rFonts w:ascii="Courier New" w:hAnsi="Courier New"/>
      <w:sz w:val="20"/>
      <w:lang w:eastAsia="en-US"/>
    </w:rPr>
  </w:style>
  <w:style w:type="character" w:customStyle="1" w:styleId="af6">
    <w:name w:val="Текст Знак"/>
    <w:basedOn w:val="a0"/>
    <w:link w:val="af5"/>
    <w:locked/>
    <w:rsid w:val="00BE5FBB"/>
    <w:rPr>
      <w:rFonts w:ascii="Courier New" w:hAnsi="Courier New"/>
      <w:lang w:val="ru-RU" w:eastAsia="en-US" w:bidi="ar-SA"/>
    </w:rPr>
  </w:style>
  <w:style w:type="character" w:styleId="af7">
    <w:name w:val="Hyperlink"/>
    <w:basedOn w:val="a0"/>
    <w:rsid w:val="00BE5FBB"/>
    <w:rPr>
      <w:rFonts w:cs="Times New Roman"/>
      <w:color w:val="0000FF"/>
      <w:u w:val="single"/>
    </w:rPr>
  </w:style>
  <w:style w:type="paragraph" w:styleId="af8">
    <w:name w:val="List Paragraph"/>
    <w:basedOn w:val="a"/>
    <w:uiPriority w:val="34"/>
    <w:qFormat/>
    <w:rsid w:val="00642D19"/>
    <w:pPr>
      <w:ind w:left="720" w:firstLine="0"/>
      <w:contextualSpacing/>
      <w:jc w:val="left"/>
    </w:pPr>
    <w:rPr>
      <w:sz w:val="20"/>
    </w:rPr>
  </w:style>
  <w:style w:type="character" w:customStyle="1" w:styleId="aa">
    <w:name w:val="Текст выноски Знак"/>
    <w:basedOn w:val="a0"/>
    <w:link w:val="a9"/>
    <w:uiPriority w:val="99"/>
    <w:semiHidden/>
    <w:rsid w:val="00FB4151"/>
    <w:rPr>
      <w:rFonts w:ascii="Tahoma" w:hAnsi="Tahoma" w:cs="Tahoma"/>
      <w:sz w:val="16"/>
      <w:szCs w:val="16"/>
    </w:rPr>
  </w:style>
  <w:style w:type="character" w:customStyle="1" w:styleId="FontStyle33">
    <w:name w:val="Font Style33"/>
    <w:basedOn w:val="a0"/>
    <w:rsid w:val="00FD6B24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af9">
    <w:name w:val="Подзаголовок для информации об изменениях"/>
    <w:basedOn w:val="a"/>
    <w:next w:val="a"/>
    <w:uiPriority w:val="99"/>
    <w:rsid w:val="00650A34"/>
    <w:pPr>
      <w:autoSpaceDE w:val="0"/>
      <w:autoSpaceDN w:val="0"/>
      <w:adjustRightInd w:val="0"/>
      <w:ind w:firstLine="0"/>
    </w:pPr>
    <w:rPr>
      <w:rFonts w:ascii="Arial" w:hAnsi="Arial" w:cs="Arial"/>
      <w:b/>
      <w:bCs/>
      <w:color w:val="000080"/>
      <w:sz w:val="24"/>
      <w:szCs w:val="24"/>
    </w:rPr>
  </w:style>
  <w:style w:type="paragraph" w:customStyle="1" w:styleId="ConsNormal">
    <w:name w:val="ConsNormal"/>
    <w:rsid w:val="00E80730"/>
    <w:pPr>
      <w:widowControl w:val="0"/>
      <w:ind w:firstLine="720"/>
    </w:pPr>
    <w:rPr>
      <w:rFonts w:ascii="Arial" w:hAnsi="Arial" w:cs="Arial"/>
      <w:sz w:val="26"/>
      <w:szCs w:val="26"/>
    </w:rPr>
  </w:style>
  <w:style w:type="paragraph" w:customStyle="1" w:styleId="ConsTitle">
    <w:name w:val="ConsTitle"/>
    <w:rsid w:val="00E8073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E807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a">
    <w:name w:val="Абзац договора"/>
    <w:basedOn w:val="ad"/>
    <w:rsid w:val="00E80730"/>
    <w:pPr>
      <w:tabs>
        <w:tab w:val="left" w:pos="1080"/>
      </w:tabs>
      <w:spacing w:after="0"/>
      <w:ind w:firstLine="540"/>
      <w:jc w:val="both"/>
    </w:pPr>
    <w:rPr>
      <w:sz w:val="24"/>
      <w:szCs w:val="24"/>
      <w:lang w:eastAsia="en-US"/>
    </w:rPr>
  </w:style>
  <w:style w:type="paragraph" w:customStyle="1" w:styleId="afb">
    <w:name w:val="Заголовок договора"/>
    <w:basedOn w:val="ConsNormal"/>
    <w:rsid w:val="00E80730"/>
    <w:pPr>
      <w:keepNext/>
      <w:widowControl/>
      <w:autoSpaceDE w:val="0"/>
      <w:autoSpaceDN w:val="0"/>
      <w:adjustRightInd w:val="0"/>
      <w:spacing w:before="240" w:after="120"/>
      <w:ind w:firstLine="0"/>
      <w:jc w:val="center"/>
    </w:pPr>
    <w:rPr>
      <w:rFonts w:ascii="Times New Roman" w:hAnsi="Times New Roman" w:cs="Times New Roman"/>
      <w:sz w:val="24"/>
      <w:szCs w:val="20"/>
    </w:rPr>
  </w:style>
  <w:style w:type="paragraph" w:customStyle="1" w:styleId="24">
    <w:name w:val="заголовок 2"/>
    <w:basedOn w:val="a"/>
    <w:next w:val="a"/>
    <w:rsid w:val="00EB5B4C"/>
    <w:pPr>
      <w:keepNext/>
      <w:widowControl w:val="0"/>
      <w:ind w:firstLine="0"/>
    </w:pPr>
    <w:rPr>
      <w:b/>
      <w:sz w:val="24"/>
    </w:rPr>
  </w:style>
  <w:style w:type="paragraph" w:customStyle="1" w:styleId="4">
    <w:name w:val="Раздел 4"/>
    <w:basedOn w:val="a"/>
    <w:rsid w:val="00987B11"/>
    <w:pPr>
      <w:numPr>
        <w:ilvl w:val="1"/>
        <w:numId w:val="1"/>
      </w:numPr>
    </w:pPr>
    <w:rPr>
      <w:bCs/>
      <w:iCs/>
      <w:szCs w:val="24"/>
    </w:rPr>
  </w:style>
  <w:style w:type="paragraph" w:customStyle="1" w:styleId="ConsCell">
    <w:name w:val="ConsCell"/>
    <w:rsid w:val="00446B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c">
    <w:name w:val="Normal (Web)"/>
    <w:basedOn w:val="a"/>
    <w:uiPriority w:val="99"/>
    <w:unhideWhenUsed/>
    <w:rsid w:val="00475DA5"/>
    <w:pPr>
      <w:ind w:firstLine="0"/>
      <w:jc w:val="left"/>
    </w:pPr>
    <w:rPr>
      <w:sz w:val="24"/>
      <w:szCs w:val="24"/>
    </w:rPr>
  </w:style>
  <w:style w:type="table" w:styleId="afd">
    <w:name w:val="Table Grid"/>
    <w:basedOn w:val="a1"/>
    <w:uiPriority w:val="59"/>
    <w:rsid w:val="001B619C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395890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styleId="afe">
    <w:name w:val="No Spacing"/>
    <w:uiPriority w:val="1"/>
    <w:qFormat/>
    <w:rsid w:val="002557C9"/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Название Знак"/>
    <w:basedOn w:val="a0"/>
    <w:link w:val="a4"/>
    <w:rsid w:val="00222C94"/>
    <w:rPr>
      <w:rFonts w:ascii="Arial" w:hAnsi="Arial"/>
      <w:b/>
      <w:kern w:val="28"/>
      <w:sz w:val="32"/>
    </w:rPr>
  </w:style>
  <w:style w:type="character" w:customStyle="1" w:styleId="30">
    <w:name w:val="Заголовок 3 Знак"/>
    <w:basedOn w:val="a0"/>
    <w:link w:val="3"/>
    <w:uiPriority w:val="9"/>
    <w:locked/>
    <w:rsid w:val="00D90743"/>
    <w:rPr>
      <w:sz w:val="32"/>
    </w:rPr>
  </w:style>
  <w:style w:type="character" w:customStyle="1" w:styleId="aff">
    <w:name w:val="Гипертекстовая ссылка"/>
    <w:basedOn w:val="a0"/>
    <w:uiPriority w:val="99"/>
    <w:rsid w:val="00D90743"/>
    <w:rPr>
      <w:rFonts w:cs="Times New Roman"/>
      <w:b/>
      <w:color w:val="106BBE"/>
      <w:sz w:val="26"/>
    </w:rPr>
  </w:style>
  <w:style w:type="character" w:customStyle="1" w:styleId="aff0">
    <w:name w:val="Цветовое выделение"/>
    <w:uiPriority w:val="99"/>
    <w:rsid w:val="00D90743"/>
    <w:rPr>
      <w:b/>
      <w:color w:val="26282F"/>
      <w:sz w:val="26"/>
    </w:rPr>
  </w:style>
  <w:style w:type="paragraph" w:customStyle="1" w:styleId="aff1">
    <w:name w:val="Нормальный (таблица)"/>
    <w:basedOn w:val="a"/>
    <w:next w:val="a"/>
    <w:uiPriority w:val="99"/>
    <w:rsid w:val="00D90743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sz w:val="24"/>
      <w:szCs w:val="24"/>
    </w:rPr>
  </w:style>
  <w:style w:type="paragraph" w:customStyle="1" w:styleId="aff2">
    <w:name w:val="Прижатый влево"/>
    <w:basedOn w:val="a"/>
    <w:next w:val="a"/>
    <w:uiPriority w:val="99"/>
    <w:rsid w:val="00D90743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9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2;&#1086;&#1080;%20&#1076;&#1086;&#1082;&#1091;&#1084;&#1077;&#1085;&#1090;&#1099;\2011\1.%20&#1041;&#1051;&#1040;&#1053;&#1050;&#1048;\&#1048;&#1054;\&#1055;&#1086;&#1089;&#1090;_&#1056;&#1072;&#1089;&#1087;_&#1041;&#1077;&#1079;&#1076;&#1077;&#1085;&#1077;&#1078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EED8A-7076-4B3B-9BA1-C4DD5B0C1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Пост_Расп_Безденежный</Template>
  <TotalTime>9</TotalTime>
  <Pages>3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Легостаевского сельсовета</Company>
  <LinksUpToDate>false</LinksUpToDate>
  <CharactersWithSpaces>5478</CharactersWithSpaces>
  <SharedDoc>false</SharedDoc>
  <HLinks>
    <vt:vector size="12" baseType="variant">
      <vt:variant>
        <vt:i4>1769504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sub_11</vt:lpwstr>
      </vt:variant>
      <vt:variant>
        <vt:i4>6160405</vt:i4>
      </vt:variant>
      <vt:variant>
        <vt:i4>0</vt:i4>
      </vt:variant>
      <vt:variant>
        <vt:i4>0</vt:i4>
      </vt:variant>
      <vt:variant>
        <vt:i4>5</vt:i4>
      </vt:variant>
      <vt:variant>
        <vt:lpwstr>garantf1://7127352.0/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</dc:creator>
  <cp:lastModifiedBy>User</cp:lastModifiedBy>
  <cp:revision>6</cp:revision>
  <cp:lastPrinted>2016-06-08T06:27:00Z</cp:lastPrinted>
  <dcterms:created xsi:type="dcterms:W3CDTF">2016-06-03T06:32:00Z</dcterms:created>
  <dcterms:modified xsi:type="dcterms:W3CDTF">2016-06-08T06:27:00Z</dcterms:modified>
</cp:coreProperties>
</file>