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DC" w:rsidRPr="008F7351" w:rsidRDefault="00F344DC" w:rsidP="002401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7351">
        <w:rPr>
          <w:rFonts w:ascii="Times New Roman" w:hAnsi="Times New Roman" w:cs="Times New Roman"/>
          <w:b/>
          <w:bCs/>
          <w:sz w:val="28"/>
          <w:szCs w:val="28"/>
        </w:rPr>
        <w:t>СОВЕТ ДЕПУТАТОВ ТАЛЬМЕНСКОГО СЕЛЬСОВЕТА</w:t>
      </w:r>
    </w:p>
    <w:p w:rsidR="00F344DC" w:rsidRDefault="00F344DC" w:rsidP="002401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7351">
        <w:rPr>
          <w:rFonts w:ascii="Times New Roman" w:hAnsi="Times New Roman" w:cs="Times New Roman"/>
          <w:b/>
          <w:bCs/>
          <w:sz w:val="28"/>
          <w:szCs w:val="28"/>
        </w:rPr>
        <w:t>ИСКИТИМСКОГО РАЙОНА НОВОСИБИРСКОЙ ОБЛАСТИ</w:t>
      </w:r>
    </w:p>
    <w:p w:rsidR="00F344DC" w:rsidRDefault="00F344DC" w:rsidP="00240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8F7351">
        <w:rPr>
          <w:rFonts w:ascii="Times New Roman" w:hAnsi="Times New Roman" w:cs="Times New Roman"/>
          <w:sz w:val="28"/>
          <w:szCs w:val="28"/>
        </w:rPr>
        <w:t>естого созыва</w:t>
      </w:r>
    </w:p>
    <w:p w:rsidR="00F344DC" w:rsidRDefault="00F344DC" w:rsidP="00240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4DC" w:rsidRDefault="00F344DC" w:rsidP="00240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F344DC" w:rsidRDefault="00F344DC" w:rsidP="00240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(внеочередной тридцать третьей сессией)</w:t>
      </w:r>
    </w:p>
    <w:p w:rsidR="00F344DC" w:rsidRPr="008F7351" w:rsidRDefault="00F344DC" w:rsidP="00240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4DC" w:rsidRDefault="00F344DC" w:rsidP="00240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29.08.2017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№87</w:t>
      </w:r>
    </w:p>
    <w:p w:rsidR="00F344DC" w:rsidRDefault="00F344DC" w:rsidP="00525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с.Тальменка</w:t>
      </w:r>
    </w:p>
    <w:p w:rsidR="00F344DC" w:rsidRPr="00DD161E" w:rsidRDefault="00F344DC" w:rsidP="002401CA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</w:p>
    <w:p w:rsidR="00F344DC" w:rsidRDefault="00F344DC" w:rsidP="00240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4DC" w:rsidRPr="005C010B" w:rsidRDefault="00F344DC" w:rsidP="002401C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344DC" w:rsidRDefault="00F344DC" w:rsidP="005254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О формировании избирательной комиссии</w:t>
      </w:r>
    </w:p>
    <w:p w:rsidR="00F344DC" w:rsidRPr="00525497" w:rsidRDefault="00F344DC" w:rsidP="005254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Тальменского сельсовета Искитимского района</w:t>
      </w:r>
    </w:p>
    <w:p w:rsidR="00F344DC" w:rsidRPr="005C010B" w:rsidRDefault="00F344DC" w:rsidP="005254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F344DC" w:rsidRPr="005C010B" w:rsidRDefault="00F344DC" w:rsidP="002401CA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44DC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Рассмотрев предложения по кандидатурам для назначения в состав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Тальменского сельсовета Искитимского района Новосибирской области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 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 референдума в Новосибирской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, статьями 19, 33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Тальменского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области,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r>
        <w:rPr>
          <w:rFonts w:ascii="Times New Roman" w:hAnsi="Times New Roman" w:cs="Times New Roman"/>
          <w:sz w:val="28"/>
          <w:szCs w:val="28"/>
        </w:rPr>
        <w:t>Тальменского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F344DC" w:rsidRPr="005C010B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C01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F344DC" w:rsidRPr="005C010B" w:rsidRDefault="00F344DC" w:rsidP="005254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C010B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Сформировать избирательн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ую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Тальменского сельсовета Искитимского района Новосибирской области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членов с правом решающего голоса, назначив в её состав:</w:t>
      </w:r>
    </w:p>
    <w:p w:rsidR="00F344DC" w:rsidRDefault="00F344DC" w:rsidP="00525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Белайчук Марию Александровну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1981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высшее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работающую ведущим библиотекарем в МКУК «Искитимская ЦБС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 предложенн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ую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местным отделением партии «Справедливая Россия» Искитимского района Новосибирской области;</w:t>
      </w:r>
    </w:p>
    <w:p w:rsidR="00F344DC" w:rsidRDefault="00F344DC" w:rsidP="00525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Захарову Елену Анатольевну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1971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среднее специальное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работающую специалистом в администрации Тальменского сельсовета Искитимского района Новосибирской области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предложенную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территориальной избирательной комиссией Искитимского района Новосибирской области;</w:t>
      </w:r>
    </w:p>
    <w:p w:rsidR="00F344DC" w:rsidRDefault="00F344DC" w:rsidP="00525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Казанцеву Галину Георгиевну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1951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среднее профессиональное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пенсионера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 предложенн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ую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собранием избирателей по месту жительства;</w:t>
      </w:r>
      <w:r w:rsidRPr="00505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344DC" w:rsidRDefault="00F344DC" w:rsidP="00525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Каширскую Елену Юрьевну, 1981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среднее специальное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работающую руководителем кружка в МКУК Тальменский досуговый центр «Берегиня»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предложенную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территориальной избирательной комиссией Искитимского района Новосибирской области;</w:t>
      </w:r>
    </w:p>
    <w:p w:rsidR="00F344DC" w:rsidRDefault="00F344DC" w:rsidP="00525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Малышеву Елену Михайловну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1980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высшее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работающую военно-учетным работником в администрации Тальменского сельсовета Искитимского района Новосибирской области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 предложенн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ую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местным отделением партии «Единая Россия» Искитимского района Новосибирской области;</w:t>
      </w:r>
    </w:p>
    <w:p w:rsidR="00F344DC" w:rsidRDefault="00F344DC" w:rsidP="00525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Швейда Дмитрия Викторовича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1981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высшее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работающего преподавателем в Тальменской школе искусств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, предложенного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территориальной избирательной комиссией Искитимского района Новосибирской области.</w:t>
      </w:r>
    </w:p>
    <w:p w:rsidR="00F344DC" w:rsidRPr="005C010B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збирательной комиссии </w:t>
      </w:r>
      <w:r>
        <w:rPr>
          <w:rFonts w:ascii="Times New Roman" w:hAnsi="Times New Roman" w:cs="Times New Roman"/>
          <w:sz w:val="28"/>
          <w:szCs w:val="28"/>
        </w:rPr>
        <w:t>Тальменского сельсовета Искитимского района Новосибирской области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первое </w:t>
      </w:r>
      <w:r w:rsidRPr="00682A93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организационное заседание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11 сентября 2017 года.</w:t>
      </w:r>
    </w:p>
    <w:p w:rsidR="00F344DC" w:rsidRPr="005C010B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C010B">
        <w:rPr>
          <w:rFonts w:ascii="Times New Roman" w:hAnsi="Times New Roman" w:cs="Times New Roman"/>
          <w:sz w:val="28"/>
          <w:szCs w:val="28"/>
          <w:lang w:eastAsia="ru-RU"/>
        </w:rPr>
        <w:t xml:space="preserve">3.Опубликовать настоящее решение в газете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«Тальменка день за днем»»</w:t>
      </w:r>
      <w:r w:rsidRPr="005C010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344DC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344DC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25497">
        <w:rPr>
          <w:rFonts w:ascii="Times New Roman" w:hAnsi="Times New Roman" w:cs="Times New Roman"/>
          <w:sz w:val="28"/>
          <w:szCs w:val="28"/>
          <w:lang w:eastAsia="ru-RU"/>
        </w:rPr>
        <w:t>Глава Тальменского сельсовета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С.Н.Матвеев</w:t>
      </w:r>
    </w:p>
    <w:p w:rsidR="00F344DC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44DC" w:rsidRPr="00525497" w:rsidRDefault="00F344DC" w:rsidP="0052549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Совета депутатов                                                       В.В.Дуликов</w:t>
      </w:r>
    </w:p>
    <w:p w:rsidR="00F344DC" w:rsidRDefault="00F344DC" w:rsidP="002401CA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F344DC" w:rsidSect="0052549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1CA"/>
    <w:rsid w:val="000002C9"/>
    <w:rsid w:val="000011C2"/>
    <w:rsid w:val="00001B26"/>
    <w:rsid w:val="00001C23"/>
    <w:rsid w:val="00001ED1"/>
    <w:rsid w:val="00003176"/>
    <w:rsid w:val="00007127"/>
    <w:rsid w:val="00007744"/>
    <w:rsid w:val="000116ED"/>
    <w:rsid w:val="000155BB"/>
    <w:rsid w:val="00016111"/>
    <w:rsid w:val="000165AB"/>
    <w:rsid w:val="000238D5"/>
    <w:rsid w:val="000249C9"/>
    <w:rsid w:val="00025655"/>
    <w:rsid w:val="00030FD7"/>
    <w:rsid w:val="0003226D"/>
    <w:rsid w:val="00033AEA"/>
    <w:rsid w:val="00040031"/>
    <w:rsid w:val="000419A7"/>
    <w:rsid w:val="000425DE"/>
    <w:rsid w:val="00043968"/>
    <w:rsid w:val="0004669E"/>
    <w:rsid w:val="000504E8"/>
    <w:rsid w:val="0005372C"/>
    <w:rsid w:val="00056926"/>
    <w:rsid w:val="00063545"/>
    <w:rsid w:val="00063B1E"/>
    <w:rsid w:val="00064408"/>
    <w:rsid w:val="00064FCE"/>
    <w:rsid w:val="00065089"/>
    <w:rsid w:val="00066C12"/>
    <w:rsid w:val="00066FEB"/>
    <w:rsid w:val="00067831"/>
    <w:rsid w:val="00075483"/>
    <w:rsid w:val="000755AD"/>
    <w:rsid w:val="00077031"/>
    <w:rsid w:val="00080F4A"/>
    <w:rsid w:val="000829B3"/>
    <w:rsid w:val="00082FD2"/>
    <w:rsid w:val="000836E4"/>
    <w:rsid w:val="00085503"/>
    <w:rsid w:val="00086B02"/>
    <w:rsid w:val="00086F7B"/>
    <w:rsid w:val="0009274E"/>
    <w:rsid w:val="00095413"/>
    <w:rsid w:val="00095858"/>
    <w:rsid w:val="00095BFC"/>
    <w:rsid w:val="000A127B"/>
    <w:rsid w:val="000A3BE7"/>
    <w:rsid w:val="000A3DB5"/>
    <w:rsid w:val="000A3EFE"/>
    <w:rsid w:val="000A6D7B"/>
    <w:rsid w:val="000B07DD"/>
    <w:rsid w:val="000B0CA8"/>
    <w:rsid w:val="000B2559"/>
    <w:rsid w:val="000B3369"/>
    <w:rsid w:val="000B3AF1"/>
    <w:rsid w:val="000B3E83"/>
    <w:rsid w:val="000B50CE"/>
    <w:rsid w:val="000C5D83"/>
    <w:rsid w:val="000D0B8A"/>
    <w:rsid w:val="000D1925"/>
    <w:rsid w:val="000D5515"/>
    <w:rsid w:val="000D67F9"/>
    <w:rsid w:val="000D7284"/>
    <w:rsid w:val="000E1DB1"/>
    <w:rsid w:val="000E1F5B"/>
    <w:rsid w:val="000E3336"/>
    <w:rsid w:val="000E351C"/>
    <w:rsid w:val="000E5D5E"/>
    <w:rsid w:val="000E7288"/>
    <w:rsid w:val="000E77F0"/>
    <w:rsid w:val="000E799A"/>
    <w:rsid w:val="000F083D"/>
    <w:rsid w:val="000F1127"/>
    <w:rsid w:val="000F2E33"/>
    <w:rsid w:val="000F39A5"/>
    <w:rsid w:val="000F50D3"/>
    <w:rsid w:val="00103DC1"/>
    <w:rsid w:val="00104B7E"/>
    <w:rsid w:val="001051FD"/>
    <w:rsid w:val="00107E0A"/>
    <w:rsid w:val="001119E7"/>
    <w:rsid w:val="001121F8"/>
    <w:rsid w:val="00113872"/>
    <w:rsid w:val="001142C7"/>
    <w:rsid w:val="001146C5"/>
    <w:rsid w:val="00115BD5"/>
    <w:rsid w:val="00115F7D"/>
    <w:rsid w:val="00116571"/>
    <w:rsid w:val="00116D1D"/>
    <w:rsid w:val="001170BA"/>
    <w:rsid w:val="001171A7"/>
    <w:rsid w:val="00117DE7"/>
    <w:rsid w:val="00117ECD"/>
    <w:rsid w:val="00123D1B"/>
    <w:rsid w:val="00125186"/>
    <w:rsid w:val="00125CA6"/>
    <w:rsid w:val="00130E0A"/>
    <w:rsid w:val="00131572"/>
    <w:rsid w:val="00135286"/>
    <w:rsid w:val="0013619A"/>
    <w:rsid w:val="0013644F"/>
    <w:rsid w:val="00136C29"/>
    <w:rsid w:val="001375DE"/>
    <w:rsid w:val="00143E62"/>
    <w:rsid w:val="001463BD"/>
    <w:rsid w:val="00146FA0"/>
    <w:rsid w:val="00147A0B"/>
    <w:rsid w:val="00152266"/>
    <w:rsid w:val="00153F80"/>
    <w:rsid w:val="00154BB8"/>
    <w:rsid w:val="00161DC6"/>
    <w:rsid w:val="00161DD0"/>
    <w:rsid w:val="00162ED0"/>
    <w:rsid w:val="00163886"/>
    <w:rsid w:val="0016446E"/>
    <w:rsid w:val="00164B18"/>
    <w:rsid w:val="00174873"/>
    <w:rsid w:val="001757BB"/>
    <w:rsid w:val="00175D7F"/>
    <w:rsid w:val="00176A0F"/>
    <w:rsid w:val="00176B55"/>
    <w:rsid w:val="0018134C"/>
    <w:rsid w:val="00181428"/>
    <w:rsid w:val="00182428"/>
    <w:rsid w:val="0018429A"/>
    <w:rsid w:val="00185138"/>
    <w:rsid w:val="00190DB1"/>
    <w:rsid w:val="0019194D"/>
    <w:rsid w:val="00196C7C"/>
    <w:rsid w:val="001A06E1"/>
    <w:rsid w:val="001A16F2"/>
    <w:rsid w:val="001A1F46"/>
    <w:rsid w:val="001A2D5B"/>
    <w:rsid w:val="001B05EB"/>
    <w:rsid w:val="001B1CDE"/>
    <w:rsid w:val="001B1CE8"/>
    <w:rsid w:val="001B25E3"/>
    <w:rsid w:val="001B2890"/>
    <w:rsid w:val="001B6684"/>
    <w:rsid w:val="001C239F"/>
    <w:rsid w:val="001C2452"/>
    <w:rsid w:val="001C2F89"/>
    <w:rsid w:val="001C792C"/>
    <w:rsid w:val="001D44B3"/>
    <w:rsid w:val="001E3768"/>
    <w:rsid w:val="001E4335"/>
    <w:rsid w:val="001E45AC"/>
    <w:rsid w:val="001E6915"/>
    <w:rsid w:val="001E698C"/>
    <w:rsid w:val="001F029E"/>
    <w:rsid w:val="001F16A6"/>
    <w:rsid w:val="001F1EE8"/>
    <w:rsid w:val="001F2DC5"/>
    <w:rsid w:val="001F3FF5"/>
    <w:rsid w:val="001F7F49"/>
    <w:rsid w:val="002035E1"/>
    <w:rsid w:val="00203887"/>
    <w:rsid w:val="00204426"/>
    <w:rsid w:val="002070E7"/>
    <w:rsid w:val="00215B20"/>
    <w:rsid w:val="00221232"/>
    <w:rsid w:val="002215D4"/>
    <w:rsid w:val="002226E8"/>
    <w:rsid w:val="00222E6B"/>
    <w:rsid w:val="002276A2"/>
    <w:rsid w:val="0022780D"/>
    <w:rsid w:val="002300F9"/>
    <w:rsid w:val="00230F14"/>
    <w:rsid w:val="00234938"/>
    <w:rsid w:val="002401CA"/>
    <w:rsid w:val="002418EB"/>
    <w:rsid w:val="00241DD1"/>
    <w:rsid w:val="00242396"/>
    <w:rsid w:val="002442B2"/>
    <w:rsid w:val="00244DCC"/>
    <w:rsid w:val="0024532C"/>
    <w:rsid w:val="00246D0D"/>
    <w:rsid w:val="0024778E"/>
    <w:rsid w:val="002516EA"/>
    <w:rsid w:val="002521CB"/>
    <w:rsid w:val="002532C5"/>
    <w:rsid w:val="00254E9E"/>
    <w:rsid w:val="0025645E"/>
    <w:rsid w:val="002568B7"/>
    <w:rsid w:val="0025758C"/>
    <w:rsid w:val="00257DCD"/>
    <w:rsid w:val="002602A2"/>
    <w:rsid w:val="00260C40"/>
    <w:rsid w:val="002615D2"/>
    <w:rsid w:val="002621CC"/>
    <w:rsid w:val="00262499"/>
    <w:rsid w:val="00264176"/>
    <w:rsid w:val="00264716"/>
    <w:rsid w:val="00264A89"/>
    <w:rsid w:val="00264E9D"/>
    <w:rsid w:val="00265973"/>
    <w:rsid w:val="00265F99"/>
    <w:rsid w:val="0027424F"/>
    <w:rsid w:val="00274C84"/>
    <w:rsid w:val="00276651"/>
    <w:rsid w:val="00285CBE"/>
    <w:rsid w:val="0028765D"/>
    <w:rsid w:val="00293334"/>
    <w:rsid w:val="00293CCF"/>
    <w:rsid w:val="00295297"/>
    <w:rsid w:val="002966D6"/>
    <w:rsid w:val="00297381"/>
    <w:rsid w:val="00297EDC"/>
    <w:rsid w:val="002A0267"/>
    <w:rsid w:val="002A0541"/>
    <w:rsid w:val="002A05FC"/>
    <w:rsid w:val="002A09B6"/>
    <w:rsid w:val="002A218B"/>
    <w:rsid w:val="002A3A43"/>
    <w:rsid w:val="002A3A53"/>
    <w:rsid w:val="002A4721"/>
    <w:rsid w:val="002A5D45"/>
    <w:rsid w:val="002A5EB9"/>
    <w:rsid w:val="002A69E4"/>
    <w:rsid w:val="002A770D"/>
    <w:rsid w:val="002B1DA0"/>
    <w:rsid w:val="002B3A74"/>
    <w:rsid w:val="002B5EF6"/>
    <w:rsid w:val="002B6B6C"/>
    <w:rsid w:val="002C053F"/>
    <w:rsid w:val="002C108F"/>
    <w:rsid w:val="002C27E3"/>
    <w:rsid w:val="002C3010"/>
    <w:rsid w:val="002C30D8"/>
    <w:rsid w:val="002C3A19"/>
    <w:rsid w:val="002C3FDE"/>
    <w:rsid w:val="002C4AC1"/>
    <w:rsid w:val="002C6D2B"/>
    <w:rsid w:val="002C71A3"/>
    <w:rsid w:val="002C780A"/>
    <w:rsid w:val="002C7E0E"/>
    <w:rsid w:val="002D075B"/>
    <w:rsid w:val="002D7F15"/>
    <w:rsid w:val="002E0478"/>
    <w:rsid w:val="002E0D0C"/>
    <w:rsid w:val="002E1635"/>
    <w:rsid w:val="002E2786"/>
    <w:rsid w:val="002E4548"/>
    <w:rsid w:val="002E5FFB"/>
    <w:rsid w:val="002E6EFD"/>
    <w:rsid w:val="002E7399"/>
    <w:rsid w:val="002E74C0"/>
    <w:rsid w:val="002F066C"/>
    <w:rsid w:val="002F09FC"/>
    <w:rsid w:val="002F1181"/>
    <w:rsid w:val="002F1678"/>
    <w:rsid w:val="002F45F0"/>
    <w:rsid w:val="002F4E39"/>
    <w:rsid w:val="002F62AF"/>
    <w:rsid w:val="002F63E3"/>
    <w:rsid w:val="002F7DE1"/>
    <w:rsid w:val="00300E59"/>
    <w:rsid w:val="00300E74"/>
    <w:rsid w:val="00301671"/>
    <w:rsid w:val="0030264D"/>
    <w:rsid w:val="00302CB8"/>
    <w:rsid w:val="00303DAC"/>
    <w:rsid w:val="00304851"/>
    <w:rsid w:val="0030505D"/>
    <w:rsid w:val="003052D6"/>
    <w:rsid w:val="00305D3D"/>
    <w:rsid w:val="0030637D"/>
    <w:rsid w:val="0030793D"/>
    <w:rsid w:val="00307B09"/>
    <w:rsid w:val="00311156"/>
    <w:rsid w:val="00311485"/>
    <w:rsid w:val="00314196"/>
    <w:rsid w:val="00314F49"/>
    <w:rsid w:val="003172CB"/>
    <w:rsid w:val="00320483"/>
    <w:rsid w:val="0032194D"/>
    <w:rsid w:val="00322586"/>
    <w:rsid w:val="00323600"/>
    <w:rsid w:val="00323B39"/>
    <w:rsid w:val="00330121"/>
    <w:rsid w:val="00334DCE"/>
    <w:rsid w:val="003350F4"/>
    <w:rsid w:val="00336F1E"/>
    <w:rsid w:val="00337181"/>
    <w:rsid w:val="00337E07"/>
    <w:rsid w:val="00342AD6"/>
    <w:rsid w:val="00342EE8"/>
    <w:rsid w:val="003440BE"/>
    <w:rsid w:val="003448D0"/>
    <w:rsid w:val="0034515C"/>
    <w:rsid w:val="00345901"/>
    <w:rsid w:val="00346973"/>
    <w:rsid w:val="00346AEF"/>
    <w:rsid w:val="00351B1C"/>
    <w:rsid w:val="00351EC3"/>
    <w:rsid w:val="00352CFA"/>
    <w:rsid w:val="003530B7"/>
    <w:rsid w:val="00354B89"/>
    <w:rsid w:val="00356BF9"/>
    <w:rsid w:val="003610BF"/>
    <w:rsid w:val="003614A0"/>
    <w:rsid w:val="00362698"/>
    <w:rsid w:val="00364487"/>
    <w:rsid w:val="00364F80"/>
    <w:rsid w:val="0037099A"/>
    <w:rsid w:val="003712DF"/>
    <w:rsid w:val="00371DC3"/>
    <w:rsid w:val="003743D6"/>
    <w:rsid w:val="00374B2F"/>
    <w:rsid w:val="003760F6"/>
    <w:rsid w:val="00377893"/>
    <w:rsid w:val="00377F2A"/>
    <w:rsid w:val="00380257"/>
    <w:rsid w:val="0038107B"/>
    <w:rsid w:val="00381E1C"/>
    <w:rsid w:val="003821E2"/>
    <w:rsid w:val="003862CC"/>
    <w:rsid w:val="00386484"/>
    <w:rsid w:val="00386E87"/>
    <w:rsid w:val="00390A01"/>
    <w:rsid w:val="00390F5E"/>
    <w:rsid w:val="003913C7"/>
    <w:rsid w:val="003941F3"/>
    <w:rsid w:val="00397962"/>
    <w:rsid w:val="003979BC"/>
    <w:rsid w:val="003A0D23"/>
    <w:rsid w:val="003A2B20"/>
    <w:rsid w:val="003A35FC"/>
    <w:rsid w:val="003A3C08"/>
    <w:rsid w:val="003A47E0"/>
    <w:rsid w:val="003A4CC9"/>
    <w:rsid w:val="003B48E6"/>
    <w:rsid w:val="003B58D7"/>
    <w:rsid w:val="003B792E"/>
    <w:rsid w:val="003C0327"/>
    <w:rsid w:val="003C0E86"/>
    <w:rsid w:val="003C2653"/>
    <w:rsid w:val="003C30C5"/>
    <w:rsid w:val="003C43F8"/>
    <w:rsid w:val="003D0AA5"/>
    <w:rsid w:val="003D0FFF"/>
    <w:rsid w:val="003D3EEF"/>
    <w:rsid w:val="003D4748"/>
    <w:rsid w:val="003D5EE3"/>
    <w:rsid w:val="003E053C"/>
    <w:rsid w:val="003E06EF"/>
    <w:rsid w:val="003E1148"/>
    <w:rsid w:val="003E1728"/>
    <w:rsid w:val="003E203C"/>
    <w:rsid w:val="003E276A"/>
    <w:rsid w:val="003E7B9D"/>
    <w:rsid w:val="003F4F77"/>
    <w:rsid w:val="003F7410"/>
    <w:rsid w:val="003F7555"/>
    <w:rsid w:val="004021FF"/>
    <w:rsid w:val="004023B5"/>
    <w:rsid w:val="004024DF"/>
    <w:rsid w:val="0040383A"/>
    <w:rsid w:val="00403C31"/>
    <w:rsid w:val="00403CC7"/>
    <w:rsid w:val="00404E1E"/>
    <w:rsid w:val="00406BB2"/>
    <w:rsid w:val="00406FCF"/>
    <w:rsid w:val="00407B97"/>
    <w:rsid w:val="00407C22"/>
    <w:rsid w:val="00410E38"/>
    <w:rsid w:val="004111AB"/>
    <w:rsid w:val="00411C3C"/>
    <w:rsid w:val="0041202D"/>
    <w:rsid w:val="00412E3A"/>
    <w:rsid w:val="00413828"/>
    <w:rsid w:val="00413CC8"/>
    <w:rsid w:val="00414E0A"/>
    <w:rsid w:val="004150C5"/>
    <w:rsid w:val="0042078A"/>
    <w:rsid w:val="00420871"/>
    <w:rsid w:val="0042187F"/>
    <w:rsid w:val="00423CA4"/>
    <w:rsid w:val="00430C14"/>
    <w:rsid w:val="00434ED5"/>
    <w:rsid w:val="0043585E"/>
    <w:rsid w:val="00436EC9"/>
    <w:rsid w:val="00437536"/>
    <w:rsid w:val="004404AE"/>
    <w:rsid w:val="00443A04"/>
    <w:rsid w:val="00443DDC"/>
    <w:rsid w:val="0044439B"/>
    <w:rsid w:val="00447F9A"/>
    <w:rsid w:val="0045142A"/>
    <w:rsid w:val="00451C77"/>
    <w:rsid w:val="00453337"/>
    <w:rsid w:val="004541E6"/>
    <w:rsid w:val="004552AC"/>
    <w:rsid w:val="00455415"/>
    <w:rsid w:val="00457564"/>
    <w:rsid w:val="004613AD"/>
    <w:rsid w:val="0046571A"/>
    <w:rsid w:val="0046675D"/>
    <w:rsid w:val="00467284"/>
    <w:rsid w:val="00473257"/>
    <w:rsid w:val="004734BE"/>
    <w:rsid w:val="0047531F"/>
    <w:rsid w:val="00477A70"/>
    <w:rsid w:val="00480F4D"/>
    <w:rsid w:val="0048189F"/>
    <w:rsid w:val="00487EA0"/>
    <w:rsid w:val="00490292"/>
    <w:rsid w:val="00491B92"/>
    <w:rsid w:val="00492009"/>
    <w:rsid w:val="0049221E"/>
    <w:rsid w:val="004927BB"/>
    <w:rsid w:val="00493101"/>
    <w:rsid w:val="00494EA8"/>
    <w:rsid w:val="004951E3"/>
    <w:rsid w:val="0049534C"/>
    <w:rsid w:val="004A0645"/>
    <w:rsid w:val="004A20E7"/>
    <w:rsid w:val="004A3C95"/>
    <w:rsid w:val="004A7390"/>
    <w:rsid w:val="004A7925"/>
    <w:rsid w:val="004B18FF"/>
    <w:rsid w:val="004B42A0"/>
    <w:rsid w:val="004B50CF"/>
    <w:rsid w:val="004B68A6"/>
    <w:rsid w:val="004B6FB7"/>
    <w:rsid w:val="004B74FD"/>
    <w:rsid w:val="004C1409"/>
    <w:rsid w:val="004C4AD5"/>
    <w:rsid w:val="004C7FC1"/>
    <w:rsid w:val="004D076C"/>
    <w:rsid w:val="004D3C59"/>
    <w:rsid w:val="004D3F1B"/>
    <w:rsid w:val="004D45DE"/>
    <w:rsid w:val="004D5B47"/>
    <w:rsid w:val="004D5DF1"/>
    <w:rsid w:val="004D6030"/>
    <w:rsid w:val="004E0BAD"/>
    <w:rsid w:val="004E0D0C"/>
    <w:rsid w:val="004E3C22"/>
    <w:rsid w:val="004F0A2F"/>
    <w:rsid w:val="004F5FE3"/>
    <w:rsid w:val="004F68F9"/>
    <w:rsid w:val="004F6D81"/>
    <w:rsid w:val="00500256"/>
    <w:rsid w:val="00500EB1"/>
    <w:rsid w:val="0050104B"/>
    <w:rsid w:val="00502235"/>
    <w:rsid w:val="00504463"/>
    <w:rsid w:val="00505221"/>
    <w:rsid w:val="00505BCE"/>
    <w:rsid w:val="005108F9"/>
    <w:rsid w:val="00511CDC"/>
    <w:rsid w:val="00511E84"/>
    <w:rsid w:val="00512273"/>
    <w:rsid w:val="0051235F"/>
    <w:rsid w:val="005143B1"/>
    <w:rsid w:val="00514708"/>
    <w:rsid w:val="0051564D"/>
    <w:rsid w:val="00525497"/>
    <w:rsid w:val="00526997"/>
    <w:rsid w:val="00530D07"/>
    <w:rsid w:val="00534602"/>
    <w:rsid w:val="00536D14"/>
    <w:rsid w:val="00541916"/>
    <w:rsid w:val="00542472"/>
    <w:rsid w:val="00543B3F"/>
    <w:rsid w:val="0054466A"/>
    <w:rsid w:val="00545C25"/>
    <w:rsid w:val="00546381"/>
    <w:rsid w:val="00547FE2"/>
    <w:rsid w:val="00550485"/>
    <w:rsid w:val="00550F33"/>
    <w:rsid w:val="00551F82"/>
    <w:rsid w:val="0055352E"/>
    <w:rsid w:val="00556F78"/>
    <w:rsid w:val="005571DD"/>
    <w:rsid w:val="0055794B"/>
    <w:rsid w:val="00557CEF"/>
    <w:rsid w:val="00563D69"/>
    <w:rsid w:val="0056517F"/>
    <w:rsid w:val="0056607C"/>
    <w:rsid w:val="00567FDF"/>
    <w:rsid w:val="005703D6"/>
    <w:rsid w:val="00570D48"/>
    <w:rsid w:val="00571004"/>
    <w:rsid w:val="005710EF"/>
    <w:rsid w:val="005725AA"/>
    <w:rsid w:val="005725E3"/>
    <w:rsid w:val="00574633"/>
    <w:rsid w:val="00576E5A"/>
    <w:rsid w:val="0057753A"/>
    <w:rsid w:val="0058011E"/>
    <w:rsid w:val="00581CFF"/>
    <w:rsid w:val="00581D4C"/>
    <w:rsid w:val="0058369C"/>
    <w:rsid w:val="00583D9A"/>
    <w:rsid w:val="00583F29"/>
    <w:rsid w:val="00585A98"/>
    <w:rsid w:val="00586DCF"/>
    <w:rsid w:val="0058738A"/>
    <w:rsid w:val="00591963"/>
    <w:rsid w:val="0059224F"/>
    <w:rsid w:val="00595170"/>
    <w:rsid w:val="00595BB6"/>
    <w:rsid w:val="005966B8"/>
    <w:rsid w:val="005A15F5"/>
    <w:rsid w:val="005A2D15"/>
    <w:rsid w:val="005A3AEC"/>
    <w:rsid w:val="005A7FC9"/>
    <w:rsid w:val="005B0308"/>
    <w:rsid w:val="005B0BA6"/>
    <w:rsid w:val="005B11F1"/>
    <w:rsid w:val="005B164B"/>
    <w:rsid w:val="005B1E96"/>
    <w:rsid w:val="005B2A18"/>
    <w:rsid w:val="005B48ED"/>
    <w:rsid w:val="005B681A"/>
    <w:rsid w:val="005B7B88"/>
    <w:rsid w:val="005C010B"/>
    <w:rsid w:val="005C0362"/>
    <w:rsid w:val="005C10C4"/>
    <w:rsid w:val="005C21C2"/>
    <w:rsid w:val="005C23E5"/>
    <w:rsid w:val="005C2FFB"/>
    <w:rsid w:val="005C3518"/>
    <w:rsid w:val="005C3952"/>
    <w:rsid w:val="005C3EE9"/>
    <w:rsid w:val="005C5CD1"/>
    <w:rsid w:val="005C61B0"/>
    <w:rsid w:val="005C66B5"/>
    <w:rsid w:val="005C72F8"/>
    <w:rsid w:val="005D20D5"/>
    <w:rsid w:val="005D21F0"/>
    <w:rsid w:val="005D2503"/>
    <w:rsid w:val="005D3092"/>
    <w:rsid w:val="005D51EA"/>
    <w:rsid w:val="005D570C"/>
    <w:rsid w:val="005E18DA"/>
    <w:rsid w:val="005E325E"/>
    <w:rsid w:val="005F0A99"/>
    <w:rsid w:val="005F2B0C"/>
    <w:rsid w:val="005F440A"/>
    <w:rsid w:val="005F651B"/>
    <w:rsid w:val="005F7B2F"/>
    <w:rsid w:val="0060332A"/>
    <w:rsid w:val="00604C35"/>
    <w:rsid w:val="00604DCA"/>
    <w:rsid w:val="00605E23"/>
    <w:rsid w:val="006072C4"/>
    <w:rsid w:val="00612578"/>
    <w:rsid w:val="00612965"/>
    <w:rsid w:val="006133B0"/>
    <w:rsid w:val="00614E1D"/>
    <w:rsid w:val="0061612C"/>
    <w:rsid w:val="00616B96"/>
    <w:rsid w:val="00620CBA"/>
    <w:rsid w:val="0062116E"/>
    <w:rsid w:val="0062187D"/>
    <w:rsid w:val="00621C62"/>
    <w:rsid w:val="00622F80"/>
    <w:rsid w:val="006255BF"/>
    <w:rsid w:val="00625CFB"/>
    <w:rsid w:val="0062620A"/>
    <w:rsid w:val="00626220"/>
    <w:rsid w:val="006273C8"/>
    <w:rsid w:val="00632237"/>
    <w:rsid w:val="0063569F"/>
    <w:rsid w:val="00635DE8"/>
    <w:rsid w:val="00637381"/>
    <w:rsid w:val="006414C1"/>
    <w:rsid w:val="00641EBD"/>
    <w:rsid w:val="00642256"/>
    <w:rsid w:val="006460E7"/>
    <w:rsid w:val="00647A44"/>
    <w:rsid w:val="00647FAF"/>
    <w:rsid w:val="00654351"/>
    <w:rsid w:val="0065532F"/>
    <w:rsid w:val="00655515"/>
    <w:rsid w:val="00657A52"/>
    <w:rsid w:val="006610EE"/>
    <w:rsid w:val="0066184C"/>
    <w:rsid w:val="00663192"/>
    <w:rsid w:val="00671156"/>
    <w:rsid w:val="0067289F"/>
    <w:rsid w:val="00674D66"/>
    <w:rsid w:val="006758D6"/>
    <w:rsid w:val="00675A4B"/>
    <w:rsid w:val="00676C99"/>
    <w:rsid w:val="0067741C"/>
    <w:rsid w:val="00681946"/>
    <w:rsid w:val="00682A93"/>
    <w:rsid w:val="0068315F"/>
    <w:rsid w:val="00684866"/>
    <w:rsid w:val="00685F8D"/>
    <w:rsid w:val="006871FA"/>
    <w:rsid w:val="00687D5B"/>
    <w:rsid w:val="006920CC"/>
    <w:rsid w:val="00692A19"/>
    <w:rsid w:val="00695282"/>
    <w:rsid w:val="00695F7E"/>
    <w:rsid w:val="00697713"/>
    <w:rsid w:val="006A0E47"/>
    <w:rsid w:val="006A4290"/>
    <w:rsid w:val="006A471E"/>
    <w:rsid w:val="006A775F"/>
    <w:rsid w:val="006B05E5"/>
    <w:rsid w:val="006B4A04"/>
    <w:rsid w:val="006B50AB"/>
    <w:rsid w:val="006B53EE"/>
    <w:rsid w:val="006B77B9"/>
    <w:rsid w:val="006C0047"/>
    <w:rsid w:val="006C0A60"/>
    <w:rsid w:val="006C0FD3"/>
    <w:rsid w:val="006C4E4B"/>
    <w:rsid w:val="006C745E"/>
    <w:rsid w:val="006D056A"/>
    <w:rsid w:val="006D07FF"/>
    <w:rsid w:val="006D10C2"/>
    <w:rsid w:val="006D32A8"/>
    <w:rsid w:val="006D352D"/>
    <w:rsid w:val="006E166A"/>
    <w:rsid w:val="006E4445"/>
    <w:rsid w:val="006E445A"/>
    <w:rsid w:val="006F0113"/>
    <w:rsid w:val="006F138A"/>
    <w:rsid w:val="006F20E5"/>
    <w:rsid w:val="006F2A73"/>
    <w:rsid w:val="006F2F3D"/>
    <w:rsid w:val="006F470E"/>
    <w:rsid w:val="006F59E2"/>
    <w:rsid w:val="006F5CA1"/>
    <w:rsid w:val="0070018B"/>
    <w:rsid w:val="007005BF"/>
    <w:rsid w:val="007023E2"/>
    <w:rsid w:val="00703CCC"/>
    <w:rsid w:val="00704ED2"/>
    <w:rsid w:val="00704F5F"/>
    <w:rsid w:val="00706953"/>
    <w:rsid w:val="00710E42"/>
    <w:rsid w:val="007132FA"/>
    <w:rsid w:val="00715983"/>
    <w:rsid w:val="007260CD"/>
    <w:rsid w:val="00731D6B"/>
    <w:rsid w:val="00732DAE"/>
    <w:rsid w:val="00732F08"/>
    <w:rsid w:val="007334CD"/>
    <w:rsid w:val="007377D1"/>
    <w:rsid w:val="00737B89"/>
    <w:rsid w:val="00741039"/>
    <w:rsid w:val="007430CD"/>
    <w:rsid w:val="00745B48"/>
    <w:rsid w:val="0074646F"/>
    <w:rsid w:val="00746D00"/>
    <w:rsid w:val="00747DF2"/>
    <w:rsid w:val="007512D0"/>
    <w:rsid w:val="0075334F"/>
    <w:rsid w:val="00754003"/>
    <w:rsid w:val="007541A8"/>
    <w:rsid w:val="00754D46"/>
    <w:rsid w:val="00754EC6"/>
    <w:rsid w:val="00761AC9"/>
    <w:rsid w:val="00762E87"/>
    <w:rsid w:val="0076776F"/>
    <w:rsid w:val="007703EE"/>
    <w:rsid w:val="007703FF"/>
    <w:rsid w:val="007736DC"/>
    <w:rsid w:val="007747A9"/>
    <w:rsid w:val="007800CC"/>
    <w:rsid w:val="007802B9"/>
    <w:rsid w:val="00782BD7"/>
    <w:rsid w:val="007832F6"/>
    <w:rsid w:val="00784A8D"/>
    <w:rsid w:val="0078503A"/>
    <w:rsid w:val="007851C8"/>
    <w:rsid w:val="00786472"/>
    <w:rsid w:val="0078785F"/>
    <w:rsid w:val="00794FFC"/>
    <w:rsid w:val="007960EB"/>
    <w:rsid w:val="00797073"/>
    <w:rsid w:val="00797F05"/>
    <w:rsid w:val="007A1F84"/>
    <w:rsid w:val="007A3CF0"/>
    <w:rsid w:val="007A4E63"/>
    <w:rsid w:val="007A6214"/>
    <w:rsid w:val="007B06E1"/>
    <w:rsid w:val="007B0A18"/>
    <w:rsid w:val="007B0ADF"/>
    <w:rsid w:val="007B0F18"/>
    <w:rsid w:val="007B3262"/>
    <w:rsid w:val="007C08C1"/>
    <w:rsid w:val="007C35AB"/>
    <w:rsid w:val="007C4810"/>
    <w:rsid w:val="007D0BF9"/>
    <w:rsid w:val="007D12C4"/>
    <w:rsid w:val="007D1D0C"/>
    <w:rsid w:val="007D4BD9"/>
    <w:rsid w:val="007D5AFF"/>
    <w:rsid w:val="007D5D50"/>
    <w:rsid w:val="007D7B54"/>
    <w:rsid w:val="007E057D"/>
    <w:rsid w:val="007E0BC7"/>
    <w:rsid w:val="007E1572"/>
    <w:rsid w:val="007F2DDC"/>
    <w:rsid w:val="007F6811"/>
    <w:rsid w:val="007F6DDF"/>
    <w:rsid w:val="0080142A"/>
    <w:rsid w:val="00801433"/>
    <w:rsid w:val="00801D37"/>
    <w:rsid w:val="00802F79"/>
    <w:rsid w:val="008031B3"/>
    <w:rsid w:val="00803975"/>
    <w:rsid w:val="00804E05"/>
    <w:rsid w:val="00806631"/>
    <w:rsid w:val="008078B2"/>
    <w:rsid w:val="0081027C"/>
    <w:rsid w:val="008143E1"/>
    <w:rsid w:val="00815566"/>
    <w:rsid w:val="00815B49"/>
    <w:rsid w:val="008202A3"/>
    <w:rsid w:val="0082241B"/>
    <w:rsid w:val="008258AF"/>
    <w:rsid w:val="00825E34"/>
    <w:rsid w:val="008361CA"/>
    <w:rsid w:val="008401FF"/>
    <w:rsid w:val="00840631"/>
    <w:rsid w:val="008410FC"/>
    <w:rsid w:val="00841425"/>
    <w:rsid w:val="0084514C"/>
    <w:rsid w:val="0084514E"/>
    <w:rsid w:val="008454FE"/>
    <w:rsid w:val="0084705F"/>
    <w:rsid w:val="00850EE1"/>
    <w:rsid w:val="00854F4C"/>
    <w:rsid w:val="008563CF"/>
    <w:rsid w:val="00861879"/>
    <w:rsid w:val="008631CE"/>
    <w:rsid w:val="00864895"/>
    <w:rsid w:val="0087070D"/>
    <w:rsid w:val="00870DD8"/>
    <w:rsid w:val="00872DDF"/>
    <w:rsid w:val="00872DFE"/>
    <w:rsid w:val="00874042"/>
    <w:rsid w:val="008754F2"/>
    <w:rsid w:val="0087687D"/>
    <w:rsid w:val="00876D1A"/>
    <w:rsid w:val="008778E6"/>
    <w:rsid w:val="0088074A"/>
    <w:rsid w:val="008809CA"/>
    <w:rsid w:val="00881123"/>
    <w:rsid w:val="0088201E"/>
    <w:rsid w:val="00882EBF"/>
    <w:rsid w:val="00885EFC"/>
    <w:rsid w:val="00886313"/>
    <w:rsid w:val="00891389"/>
    <w:rsid w:val="00892C97"/>
    <w:rsid w:val="008936B0"/>
    <w:rsid w:val="008942D2"/>
    <w:rsid w:val="00894492"/>
    <w:rsid w:val="008945A1"/>
    <w:rsid w:val="0089494A"/>
    <w:rsid w:val="00894AC8"/>
    <w:rsid w:val="00894DBD"/>
    <w:rsid w:val="008965A0"/>
    <w:rsid w:val="00896C76"/>
    <w:rsid w:val="00897457"/>
    <w:rsid w:val="008A051F"/>
    <w:rsid w:val="008A1871"/>
    <w:rsid w:val="008A25E7"/>
    <w:rsid w:val="008A3058"/>
    <w:rsid w:val="008A30EF"/>
    <w:rsid w:val="008A445E"/>
    <w:rsid w:val="008A74A1"/>
    <w:rsid w:val="008A7C01"/>
    <w:rsid w:val="008B1711"/>
    <w:rsid w:val="008B1C97"/>
    <w:rsid w:val="008B1D1F"/>
    <w:rsid w:val="008B5191"/>
    <w:rsid w:val="008B745E"/>
    <w:rsid w:val="008C0880"/>
    <w:rsid w:val="008C1C44"/>
    <w:rsid w:val="008C2576"/>
    <w:rsid w:val="008C2F82"/>
    <w:rsid w:val="008C3AD0"/>
    <w:rsid w:val="008C3E0C"/>
    <w:rsid w:val="008C3F8F"/>
    <w:rsid w:val="008C531C"/>
    <w:rsid w:val="008C5ADA"/>
    <w:rsid w:val="008C5E7D"/>
    <w:rsid w:val="008C6CBE"/>
    <w:rsid w:val="008C7DBF"/>
    <w:rsid w:val="008C7EE5"/>
    <w:rsid w:val="008D0E0E"/>
    <w:rsid w:val="008D3821"/>
    <w:rsid w:val="008D6271"/>
    <w:rsid w:val="008E60DC"/>
    <w:rsid w:val="008E69F9"/>
    <w:rsid w:val="008E6CB6"/>
    <w:rsid w:val="008F05B2"/>
    <w:rsid w:val="008F10CF"/>
    <w:rsid w:val="008F15AD"/>
    <w:rsid w:val="008F17B6"/>
    <w:rsid w:val="008F1E8E"/>
    <w:rsid w:val="008F2E38"/>
    <w:rsid w:val="008F7351"/>
    <w:rsid w:val="008F73AE"/>
    <w:rsid w:val="0090397A"/>
    <w:rsid w:val="00907BAF"/>
    <w:rsid w:val="009101E7"/>
    <w:rsid w:val="009105F5"/>
    <w:rsid w:val="00914356"/>
    <w:rsid w:val="00914872"/>
    <w:rsid w:val="00914AD1"/>
    <w:rsid w:val="00915739"/>
    <w:rsid w:val="00923003"/>
    <w:rsid w:val="00924A1A"/>
    <w:rsid w:val="0092538C"/>
    <w:rsid w:val="00925BB5"/>
    <w:rsid w:val="00931C04"/>
    <w:rsid w:val="00933C39"/>
    <w:rsid w:val="00933DAF"/>
    <w:rsid w:val="00935146"/>
    <w:rsid w:val="0093771A"/>
    <w:rsid w:val="0094082C"/>
    <w:rsid w:val="00942879"/>
    <w:rsid w:val="0094549F"/>
    <w:rsid w:val="00945B77"/>
    <w:rsid w:val="00946511"/>
    <w:rsid w:val="00950DD2"/>
    <w:rsid w:val="00951B89"/>
    <w:rsid w:val="00954675"/>
    <w:rsid w:val="009569EF"/>
    <w:rsid w:val="0096167D"/>
    <w:rsid w:val="009646DF"/>
    <w:rsid w:val="009712E5"/>
    <w:rsid w:val="00971DCC"/>
    <w:rsid w:val="00975912"/>
    <w:rsid w:val="0097629E"/>
    <w:rsid w:val="00977A1A"/>
    <w:rsid w:val="00980A56"/>
    <w:rsid w:val="00980D15"/>
    <w:rsid w:val="009828E5"/>
    <w:rsid w:val="00983DE0"/>
    <w:rsid w:val="00984511"/>
    <w:rsid w:val="00985F4A"/>
    <w:rsid w:val="00994546"/>
    <w:rsid w:val="009A0E77"/>
    <w:rsid w:val="009A1ABA"/>
    <w:rsid w:val="009A3C90"/>
    <w:rsid w:val="009A49AE"/>
    <w:rsid w:val="009A4E01"/>
    <w:rsid w:val="009A7A2F"/>
    <w:rsid w:val="009B2935"/>
    <w:rsid w:val="009B3130"/>
    <w:rsid w:val="009B4E4B"/>
    <w:rsid w:val="009B5EDE"/>
    <w:rsid w:val="009B6E71"/>
    <w:rsid w:val="009B7516"/>
    <w:rsid w:val="009B752B"/>
    <w:rsid w:val="009C2DD7"/>
    <w:rsid w:val="009C3C6D"/>
    <w:rsid w:val="009C51F1"/>
    <w:rsid w:val="009C614F"/>
    <w:rsid w:val="009C6F6F"/>
    <w:rsid w:val="009C6FB6"/>
    <w:rsid w:val="009C7644"/>
    <w:rsid w:val="009D1393"/>
    <w:rsid w:val="009D173F"/>
    <w:rsid w:val="009D1F11"/>
    <w:rsid w:val="009D1F56"/>
    <w:rsid w:val="009D22D6"/>
    <w:rsid w:val="009D35A2"/>
    <w:rsid w:val="009D7BBE"/>
    <w:rsid w:val="009E26DF"/>
    <w:rsid w:val="009E29CD"/>
    <w:rsid w:val="009E2E33"/>
    <w:rsid w:val="009E3095"/>
    <w:rsid w:val="009E3CFF"/>
    <w:rsid w:val="009E3FF4"/>
    <w:rsid w:val="009E46F7"/>
    <w:rsid w:val="009E4951"/>
    <w:rsid w:val="009E6A49"/>
    <w:rsid w:val="009E7BE8"/>
    <w:rsid w:val="009F21CF"/>
    <w:rsid w:val="009F2A06"/>
    <w:rsid w:val="00A0063C"/>
    <w:rsid w:val="00A01705"/>
    <w:rsid w:val="00A02CB3"/>
    <w:rsid w:val="00A03DE5"/>
    <w:rsid w:val="00A0732D"/>
    <w:rsid w:val="00A120C2"/>
    <w:rsid w:val="00A1239D"/>
    <w:rsid w:val="00A1292E"/>
    <w:rsid w:val="00A13B01"/>
    <w:rsid w:val="00A14F2C"/>
    <w:rsid w:val="00A15DAA"/>
    <w:rsid w:val="00A16915"/>
    <w:rsid w:val="00A20A00"/>
    <w:rsid w:val="00A24AA0"/>
    <w:rsid w:val="00A26696"/>
    <w:rsid w:val="00A267FF"/>
    <w:rsid w:val="00A31642"/>
    <w:rsid w:val="00A327B7"/>
    <w:rsid w:val="00A33B95"/>
    <w:rsid w:val="00A349BC"/>
    <w:rsid w:val="00A3507F"/>
    <w:rsid w:val="00A356BA"/>
    <w:rsid w:val="00A35A88"/>
    <w:rsid w:val="00A365A4"/>
    <w:rsid w:val="00A4081D"/>
    <w:rsid w:val="00A424F9"/>
    <w:rsid w:val="00A429C5"/>
    <w:rsid w:val="00A43C18"/>
    <w:rsid w:val="00A44103"/>
    <w:rsid w:val="00A46C3B"/>
    <w:rsid w:val="00A47F8C"/>
    <w:rsid w:val="00A50053"/>
    <w:rsid w:val="00A51716"/>
    <w:rsid w:val="00A52B52"/>
    <w:rsid w:val="00A53563"/>
    <w:rsid w:val="00A548CD"/>
    <w:rsid w:val="00A57F14"/>
    <w:rsid w:val="00A606D8"/>
    <w:rsid w:val="00A6133E"/>
    <w:rsid w:val="00A62533"/>
    <w:rsid w:val="00A63A80"/>
    <w:rsid w:val="00A64A0E"/>
    <w:rsid w:val="00A748BF"/>
    <w:rsid w:val="00A75427"/>
    <w:rsid w:val="00A7563A"/>
    <w:rsid w:val="00A75AA7"/>
    <w:rsid w:val="00A80BD8"/>
    <w:rsid w:val="00A80D31"/>
    <w:rsid w:val="00A828D2"/>
    <w:rsid w:val="00A83E28"/>
    <w:rsid w:val="00A84822"/>
    <w:rsid w:val="00A86353"/>
    <w:rsid w:val="00A91DC2"/>
    <w:rsid w:val="00A94E6F"/>
    <w:rsid w:val="00A95FFE"/>
    <w:rsid w:val="00AA64AF"/>
    <w:rsid w:val="00AA7119"/>
    <w:rsid w:val="00AB11AC"/>
    <w:rsid w:val="00AB47AB"/>
    <w:rsid w:val="00AB596D"/>
    <w:rsid w:val="00AB72E5"/>
    <w:rsid w:val="00AB7899"/>
    <w:rsid w:val="00AC1F1F"/>
    <w:rsid w:val="00AC1FB4"/>
    <w:rsid w:val="00AC2D69"/>
    <w:rsid w:val="00AC4412"/>
    <w:rsid w:val="00AC5117"/>
    <w:rsid w:val="00AC5965"/>
    <w:rsid w:val="00AC6E9A"/>
    <w:rsid w:val="00AD3461"/>
    <w:rsid w:val="00AD580E"/>
    <w:rsid w:val="00AD6B67"/>
    <w:rsid w:val="00AE151B"/>
    <w:rsid w:val="00AE1E45"/>
    <w:rsid w:val="00AE3D60"/>
    <w:rsid w:val="00AE42E0"/>
    <w:rsid w:val="00AF4C42"/>
    <w:rsid w:val="00B00118"/>
    <w:rsid w:val="00B00C0B"/>
    <w:rsid w:val="00B027C8"/>
    <w:rsid w:val="00B02AD3"/>
    <w:rsid w:val="00B03AFA"/>
    <w:rsid w:val="00B0432F"/>
    <w:rsid w:val="00B05BF5"/>
    <w:rsid w:val="00B1169A"/>
    <w:rsid w:val="00B119FF"/>
    <w:rsid w:val="00B11A54"/>
    <w:rsid w:val="00B11FA6"/>
    <w:rsid w:val="00B1247F"/>
    <w:rsid w:val="00B12A03"/>
    <w:rsid w:val="00B13D2A"/>
    <w:rsid w:val="00B13DFE"/>
    <w:rsid w:val="00B14CD6"/>
    <w:rsid w:val="00B14FE8"/>
    <w:rsid w:val="00B17BEE"/>
    <w:rsid w:val="00B17D2F"/>
    <w:rsid w:val="00B21C0C"/>
    <w:rsid w:val="00B21C54"/>
    <w:rsid w:val="00B23D45"/>
    <w:rsid w:val="00B3288D"/>
    <w:rsid w:val="00B32D00"/>
    <w:rsid w:val="00B346F1"/>
    <w:rsid w:val="00B4064A"/>
    <w:rsid w:val="00B4367E"/>
    <w:rsid w:val="00B45BDE"/>
    <w:rsid w:val="00B461FD"/>
    <w:rsid w:val="00B47F13"/>
    <w:rsid w:val="00B50F0A"/>
    <w:rsid w:val="00B518D8"/>
    <w:rsid w:val="00B51F90"/>
    <w:rsid w:val="00B52952"/>
    <w:rsid w:val="00B53827"/>
    <w:rsid w:val="00B551DA"/>
    <w:rsid w:val="00B56226"/>
    <w:rsid w:val="00B57F64"/>
    <w:rsid w:val="00B6258D"/>
    <w:rsid w:val="00B62A6A"/>
    <w:rsid w:val="00B6306F"/>
    <w:rsid w:val="00B64564"/>
    <w:rsid w:val="00B703E3"/>
    <w:rsid w:val="00B7121C"/>
    <w:rsid w:val="00B73153"/>
    <w:rsid w:val="00B73373"/>
    <w:rsid w:val="00B74FD9"/>
    <w:rsid w:val="00B8156D"/>
    <w:rsid w:val="00B81E47"/>
    <w:rsid w:val="00B8367D"/>
    <w:rsid w:val="00B840B7"/>
    <w:rsid w:val="00B8566B"/>
    <w:rsid w:val="00B86E42"/>
    <w:rsid w:val="00B902C7"/>
    <w:rsid w:val="00B90C98"/>
    <w:rsid w:val="00B91B18"/>
    <w:rsid w:val="00B920A9"/>
    <w:rsid w:val="00B9383B"/>
    <w:rsid w:val="00B9515B"/>
    <w:rsid w:val="00B96D7B"/>
    <w:rsid w:val="00BA29AB"/>
    <w:rsid w:val="00BA6A38"/>
    <w:rsid w:val="00BB1A70"/>
    <w:rsid w:val="00BB66D4"/>
    <w:rsid w:val="00BB6870"/>
    <w:rsid w:val="00BB7F60"/>
    <w:rsid w:val="00BC0DDD"/>
    <w:rsid w:val="00BC37A2"/>
    <w:rsid w:val="00BC3A13"/>
    <w:rsid w:val="00BC7619"/>
    <w:rsid w:val="00BC7AC5"/>
    <w:rsid w:val="00BD3CED"/>
    <w:rsid w:val="00BD4CAD"/>
    <w:rsid w:val="00BD5815"/>
    <w:rsid w:val="00BD5DB9"/>
    <w:rsid w:val="00BD5DBC"/>
    <w:rsid w:val="00BD6210"/>
    <w:rsid w:val="00BD6AB4"/>
    <w:rsid w:val="00BD7D4A"/>
    <w:rsid w:val="00BE0258"/>
    <w:rsid w:val="00BE0A9E"/>
    <w:rsid w:val="00BE304F"/>
    <w:rsid w:val="00BE42A4"/>
    <w:rsid w:val="00BE476F"/>
    <w:rsid w:val="00BE4F58"/>
    <w:rsid w:val="00BE544B"/>
    <w:rsid w:val="00BE7665"/>
    <w:rsid w:val="00BE772A"/>
    <w:rsid w:val="00BF3B72"/>
    <w:rsid w:val="00BF4E51"/>
    <w:rsid w:val="00BF4F3D"/>
    <w:rsid w:val="00BF5749"/>
    <w:rsid w:val="00BF6670"/>
    <w:rsid w:val="00C051D0"/>
    <w:rsid w:val="00C06581"/>
    <w:rsid w:val="00C073BB"/>
    <w:rsid w:val="00C07889"/>
    <w:rsid w:val="00C10CD7"/>
    <w:rsid w:val="00C1241E"/>
    <w:rsid w:val="00C12A6E"/>
    <w:rsid w:val="00C12B15"/>
    <w:rsid w:val="00C137AD"/>
    <w:rsid w:val="00C142AA"/>
    <w:rsid w:val="00C20430"/>
    <w:rsid w:val="00C23E9D"/>
    <w:rsid w:val="00C240A4"/>
    <w:rsid w:val="00C242AC"/>
    <w:rsid w:val="00C24DE0"/>
    <w:rsid w:val="00C25110"/>
    <w:rsid w:val="00C2707F"/>
    <w:rsid w:val="00C27359"/>
    <w:rsid w:val="00C32097"/>
    <w:rsid w:val="00C3252B"/>
    <w:rsid w:val="00C32C0F"/>
    <w:rsid w:val="00C34215"/>
    <w:rsid w:val="00C36675"/>
    <w:rsid w:val="00C36D51"/>
    <w:rsid w:val="00C44C83"/>
    <w:rsid w:val="00C44C9C"/>
    <w:rsid w:val="00C450BD"/>
    <w:rsid w:val="00C45509"/>
    <w:rsid w:val="00C51EF2"/>
    <w:rsid w:val="00C558D8"/>
    <w:rsid w:val="00C55DCA"/>
    <w:rsid w:val="00C5684C"/>
    <w:rsid w:val="00C571A3"/>
    <w:rsid w:val="00C577DE"/>
    <w:rsid w:val="00C62AFB"/>
    <w:rsid w:val="00C7326E"/>
    <w:rsid w:val="00C75924"/>
    <w:rsid w:val="00C76831"/>
    <w:rsid w:val="00C76937"/>
    <w:rsid w:val="00C81D85"/>
    <w:rsid w:val="00C82BE4"/>
    <w:rsid w:val="00C90487"/>
    <w:rsid w:val="00C90A97"/>
    <w:rsid w:val="00C92734"/>
    <w:rsid w:val="00C92DC2"/>
    <w:rsid w:val="00C935E6"/>
    <w:rsid w:val="00C93732"/>
    <w:rsid w:val="00C94828"/>
    <w:rsid w:val="00C94954"/>
    <w:rsid w:val="00C9739F"/>
    <w:rsid w:val="00C97CF5"/>
    <w:rsid w:val="00CA4184"/>
    <w:rsid w:val="00CB2B04"/>
    <w:rsid w:val="00CB33D8"/>
    <w:rsid w:val="00CB3729"/>
    <w:rsid w:val="00CB4B87"/>
    <w:rsid w:val="00CB6E53"/>
    <w:rsid w:val="00CC0122"/>
    <w:rsid w:val="00CC382B"/>
    <w:rsid w:val="00CC5596"/>
    <w:rsid w:val="00CC6234"/>
    <w:rsid w:val="00CD1043"/>
    <w:rsid w:val="00CD2577"/>
    <w:rsid w:val="00CD2745"/>
    <w:rsid w:val="00CD651B"/>
    <w:rsid w:val="00CD6705"/>
    <w:rsid w:val="00CE07C0"/>
    <w:rsid w:val="00CE74D4"/>
    <w:rsid w:val="00CF41D0"/>
    <w:rsid w:val="00CF4D60"/>
    <w:rsid w:val="00CF5251"/>
    <w:rsid w:val="00CF5C0A"/>
    <w:rsid w:val="00CF61A4"/>
    <w:rsid w:val="00CF629F"/>
    <w:rsid w:val="00CF664F"/>
    <w:rsid w:val="00CF6945"/>
    <w:rsid w:val="00CF7EBF"/>
    <w:rsid w:val="00D04495"/>
    <w:rsid w:val="00D052C0"/>
    <w:rsid w:val="00D0607E"/>
    <w:rsid w:val="00D063D5"/>
    <w:rsid w:val="00D07000"/>
    <w:rsid w:val="00D07065"/>
    <w:rsid w:val="00D10254"/>
    <w:rsid w:val="00D102E0"/>
    <w:rsid w:val="00D1046D"/>
    <w:rsid w:val="00D12F33"/>
    <w:rsid w:val="00D152AB"/>
    <w:rsid w:val="00D15C88"/>
    <w:rsid w:val="00D24473"/>
    <w:rsid w:val="00D26722"/>
    <w:rsid w:val="00D30AAD"/>
    <w:rsid w:val="00D30B1C"/>
    <w:rsid w:val="00D30BA9"/>
    <w:rsid w:val="00D30C83"/>
    <w:rsid w:val="00D31683"/>
    <w:rsid w:val="00D323C2"/>
    <w:rsid w:val="00D327C5"/>
    <w:rsid w:val="00D3547D"/>
    <w:rsid w:val="00D40768"/>
    <w:rsid w:val="00D40F22"/>
    <w:rsid w:val="00D45375"/>
    <w:rsid w:val="00D453E8"/>
    <w:rsid w:val="00D45B0F"/>
    <w:rsid w:val="00D50280"/>
    <w:rsid w:val="00D521E0"/>
    <w:rsid w:val="00D54BCA"/>
    <w:rsid w:val="00D550D8"/>
    <w:rsid w:val="00D55817"/>
    <w:rsid w:val="00D5658D"/>
    <w:rsid w:val="00D62185"/>
    <w:rsid w:val="00D63D29"/>
    <w:rsid w:val="00D64E01"/>
    <w:rsid w:val="00D65395"/>
    <w:rsid w:val="00D65D05"/>
    <w:rsid w:val="00D671F4"/>
    <w:rsid w:val="00D70DE4"/>
    <w:rsid w:val="00D71925"/>
    <w:rsid w:val="00D71F36"/>
    <w:rsid w:val="00D71F4E"/>
    <w:rsid w:val="00D7327F"/>
    <w:rsid w:val="00D740EC"/>
    <w:rsid w:val="00D81E16"/>
    <w:rsid w:val="00D8315A"/>
    <w:rsid w:val="00D84059"/>
    <w:rsid w:val="00D8477A"/>
    <w:rsid w:val="00D8718D"/>
    <w:rsid w:val="00D901C1"/>
    <w:rsid w:val="00D910FE"/>
    <w:rsid w:val="00D91923"/>
    <w:rsid w:val="00D92EA6"/>
    <w:rsid w:val="00D935A1"/>
    <w:rsid w:val="00D93BA0"/>
    <w:rsid w:val="00D945DD"/>
    <w:rsid w:val="00D94C2C"/>
    <w:rsid w:val="00D96394"/>
    <w:rsid w:val="00D97391"/>
    <w:rsid w:val="00D97980"/>
    <w:rsid w:val="00DA0B99"/>
    <w:rsid w:val="00DB00A9"/>
    <w:rsid w:val="00DB0D2B"/>
    <w:rsid w:val="00DB0D9A"/>
    <w:rsid w:val="00DB160A"/>
    <w:rsid w:val="00DB2C2E"/>
    <w:rsid w:val="00DB3FA8"/>
    <w:rsid w:val="00DB5532"/>
    <w:rsid w:val="00DC1418"/>
    <w:rsid w:val="00DC1677"/>
    <w:rsid w:val="00DC2ABB"/>
    <w:rsid w:val="00DC71F8"/>
    <w:rsid w:val="00DD161E"/>
    <w:rsid w:val="00DD2EFF"/>
    <w:rsid w:val="00DD370E"/>
    <w:rsid w:val="00DD4733"/>
    <w:rsid w:val="00DD4B3B"/>
    <w:rsid w:val="00DE22D3"/>
    <w:rsid w:val="00DE5C44"/>
    <w:rsid w:val="00DF2313"/>
    <w:rsid w:val="00DF23A0"/>
    <w:rsid w:val="00DF32F5"/>
    <w:rsid w:val="00DF4E26"/>
    <w:rsid w:val="00DF7F3F"/>
    <w:rsid w:val="00E00403"/>
    <w:rsid w:val="00E02563"/>
    <w:rsid w:val="00E0775C"/>
    <w:rsid w:val="00E123D3"/>
    <w:rsid w:val="00E13CFD"/>
    <w:rsid w:val="00E14034"/>
    <w:rsid w:val="00E1718E"/>
    <w:rsid w:val="00E172C3"/>
    <w:rsid w:val="00E20615"/>
    <w:rsid w:val="00E20A29"/>
    <w:rsid w:val="00E22534"/>
    <w:rsid w:val="00E227C0"/>
    <w:rsid w:val="00E23679"/>
    <w:rsid w:val="00E2631C"/>
    <w:rsid w:val="00E26726"/>
    <w:rsid w:val="00E271C3"/>
    <w:rsid w:val="00E3028A"/>
    <w:rsid w:val="00E3376E"/>
    <w:rsid w:val="00E345CD"/>
    <w:rsid w:val="00E536D1"/>
    <w:rsid w:val="00E544C1"/>
    <w:rsid w:val="00E54AB3"/>
    <w:rsid w:val="00E54C44"/>
    <w:rsid w:val="00E57781"/>
    <w:rsid w:val="00E61C86"/>
    <w:rsid w:val="00E63ADB"/>
    <w:rsid w:val="00E6672C"/>
    <w:rsid w:val="00E67345"/>
    <w:rsid w:val="00E67394"/>
    <w:rsid w:val="00E67CCE"/>
    <w:rsid w:val="00E70035"/>
    <w:rsid w:val="00E736D1"/>
    <w:rsid w:val="00E75C7D"/>
    <w:rsid w:val="00E77EEC"/>
    <w:rsid w:val="00E8161D"/>
    <w:rsid w:val="00E83821"/>
    <w:rsid w:val="00E849EE"/>
    <w:rsid w:val="00E85C50"/>
    <w:rsid w:val="00E87B7C"/>
    <w:rsid w:val="00E9243D"/>
    <w:rsid w:val="00E94EE8"/>
    <w:rsid w:val="00E95CF0"/>
    <w:rsid w:val="00E9774A"/>
    <w:rsid w:val="00EA3B86"/>
    <w:rsid w:val="00EA401F"/>
    <w:rsid w:val="00EA4A6F"/>
    <w:rsid w:val="00EA5525"/>
    <w:rsid w:val="00EA55BC"/>
    <w:rsid w:val="00EA5A06"/>
    <w:rsid w:val="00EA6648"/>
    <w:rsid w:val="00EA6BBB"/>
    <w:rsid w:val="00EA78F3"/>
    <w:rsid w:val="00EA79FB"/>
    <w:rsid w:val="00EB0893"/>
    <w:rsid w:val="00EB34A8"/>
    <w:rsid w:val="00EB4BB8"/>
    <w:rsid w:val="00EB53D0"/>
    <w:rsid w:val="00EB5EE1"/>
    <w:rsid w:val="00EB7A98"/>
    <w:rsid w:val="00EB7AF9"/>
    <w:rsid w:val="00EB7BBE"/>
    <w:rsid w:val="00EC0E1E"/>
    <w:rsid w:val="00EC2524"/>
    <w:rsid w:val="00EC32DE"/>
    <w:rsid w:val="00EC4143"/>
    <w:rsid w:val="00EC42E4"/>
    <w:rsid w:val="00EC43FE"/>
    <w:rsid w:val="00EC4F93"/>
    <w:rsid w:val="00EC5423"/>
    <w:rsid w:val="00ED0201"/>
    <w:rsid w:val="00ED37DC"/>
    <w:rsid w:val="00ED408F"/>
    <w:rsid w:val="00ED7958"/>
    <w:rsid w:val="00EE0932"/>
    <w:rsid w:val="00EE2BBE"/>
    <w:rsid w:val="00EE2F07"/>
    <w:rsid w:val="00EE540C"/>
    <w:rsid w:val="00EE6E55"/>
    <w:rsid w:val="00EF0960"/>
    <w:rsid w:val="00EF11F5"/>
    <w:rsid w:val="00EF235C"/>
    <w:rsid w:val="00EF5F87"/>
    <w:rsid w:val="00F01F2A"/>
    <w:rsid w:val="00F02473"/>
    <w:rsid w:val="00F029EE"/>
    <w:rsid w:val="00F02D2E"/>
    <w:rsid w:val="00F02D57"/>
    <w:rsid w:val="00F0362F"/>
    <w:rsid w:val="00F04A20"/>
    <w:rsid w:val="00F069D9"/>
    <w:rsid w:val="00F06A02"/>
    <w:rsid w:val="00F077A7"/>
    <w:rsid w:val="00F078EF"/>
    <w:rsid w:val="00F1043A"/>
    <w:rsid w:val="00F1196D"/>
    <w:rsid w:val="00F1409F"/>
    <w:rsid w:val="00F15E2D"/>
    <w:rsid w:val="00F16674"/>
    <w:rsid w:val="00F20B38"/>
    <w:rsid w:val="00F237AA"/>
    <w:rsid w:val="00F237D0"/>
    <w:rsid w:val="00F25539"/>
    <w:rsid w:val="00F2777B"/>
    <w:rsid w:val="00F32C18"/>
    <w:rsid w:val="00F342CF"/>
    <w:rsid w:val="00F344DC"/>
    <w:rsid w:val="00F34EC5"/>
    <w:rsid w:val="00F36A68"/>
    <w:rsid w:val="00F37C8B"/>
    <w:rsid w:val="00F41FAE"/>
    <w:rsid w:val="00F42A17"/>
    <w:rsid w:val="00F42C61"/>
    <w:rsid w:val="00F42E6C"/>
    <w:rsid w:val="00F50CBB"/>
    <w:rsid w:val="00F51C29"/>
    <w:rsid w:val="00F531B7"/>
    <w:rsid w:val="00F552CC"/>
    <w:rsid w:val="00F55967"/>
    <w:rsid w:val="00F5613F"/>
    <w:rsid w:val="00F60CE7"/>
    <w:rsid w:val="00F625F6"/>
    <w:rsid w:val="00F63D97"/>
    <w:rsid w:val="00F63F4D"/>
    <w:rsid w:val="00F65875"/>
    <w:rsid w:val="00F65D16"/>
    <w:rsid w:val="00F711D9"/>
    <w:rsid w:val="00F728F4"/>
    <w:rsid w:val="00F72F32"/>
    <w:rsid w:val="00F734C6"/>
    <w:rsid w:val="00F73B8C"/>
    <w:rsid w:val="00F73F00"/>
    <w:rsid w:val="00F7470E"/>
    <w:rsid w:val="00F75842"/>
    <w:rsid w:val="00F81892"/>
    <w:rsid w:val="00F85672"/>
    <w:rsid w:val="00F85B03"/>
    <w:rsid w:val="00F869BB"/>
    <w:rsid w:val="00F87139"/>
    <w:rsid w:val="00F87505"/>
    <w:rsid w:val="00F90F25"/>
    <w:rsid w:val="00F91A36"/>
    <w:rsid w:val="00F92411"/>
    <w:rsid w:val="00F94611"/>
    <w:rsid w:val="00F956FF"/>
    <w:rsid w:val="00F95A65"/>
    <w:rsid w:val="00F96D6F"/>
    <w:rsid w:val="00FA48AF"/>
    <w:rsid w:val="00FA5963"/>
    <w:rsid w:val="00FA5C5D"/>
    <w:rsid w:val="00FB13A7"/>
    <w:rsid w:val="00FB44C6"/>
    <w:rsid w:val="00FB5D92"/>
    <w:rsid w:val="00FB5DC3"/>
    <w:rsid w:val="00FB711D"/>
    <w:rsid w:val="00FC12E4"/>
    <w:rsid w:val="00FC5ECA"/>
    <w:rsid w:val="00FC622D"/>
    <w:rsid w:val="00FC631B"/>
    <w:rsid w:val="00FC7525"/>
    <w:rsid w:val="00FD00AA"/>
    <w:rsid w:val="00FD383E"/>
    <w:rsid w:val="00FD5C01"/>
    <w:rsid w:val="00FE0D57"/>
    <w:rsid w:val="00FE470B"/>
    <w:rsid w:val="00FE6276"/>
    <w:rsid w:val="00FE76F4"/>
    <w:rsid w:val="00FF1C97"/>
    <w:rsid w:val="00FF5147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1C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475</Words>
  <Characters>2712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Елена</dc:creator>
  <cp:keywords/>
  <dc:description/>
  <cp:lastModifiedBy>Customer</cp:lastModifiedBy>
  <cp:revision>15</cp:revision>
  <cp:lastPrinted>2017-08-29T08:15:00Z</cp:lastPrinted>
  <dcterms:created xsi:type="dcterms:W3CDTF">2017-04-25T06:25:00Z</dcterms:created>
  <dcterms:modified xsi:type="dcterms:W3CDTF">2017-08-29T08:15:00Z</dcterms:modified>
</cp:coreProperties>
</file>